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26"/>
        <w:tblW w:w="0" w:type="auto"/>
        <w:tblLook w:val="01E0" w:firstRow="1" w:lastRow="1" w:firstColumn="1" w:lastColumn="1" w:noHBand="0" w:noVBand="0"/>
      </w:tblPr>
      <w:tblGrid>
        <w:gridCol w:w="1962"/>
        <w:gridCol w:w="7664"/>
        <w:gridCol w:w="13"/>
      </w:tblGrid>
      <w:tr w:rsidR="003B7DF9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4910" w:rsidRDefault="003B7DF9" w:rsidP="006015A1"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D924DE" w:rsidP="006015A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3B7DF9" w:rsidP="006015A1">
            <w:pPr>
              <w:rPr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D924DE" w:rsidP="00B01766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3B7DF9" w:rsidRPr="006015A1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6015A1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6015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1766">
              <w:rPr>
                <w:rFonts w:ascii="Arial" w:hAnsi="Arial" w:cs="Arial"/>
                <w:sz w:val="18"/>
                <w:szCs w:val="18"/>
              </w:rPr>
              <w:t>66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D924DE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sz w:val="18"/>
                <w:szCs w:val="18"/>
              </w:rPr>
            </w:pPr>
            <w:r w:rsidRPr="006015A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6015A1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6015A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01766">
              <w:rPr>
                <w:rFonts w:ascii="Arial" w:hAnsi="Arial" w:cs="Arial"/>
                <w:noProof/>
                <w:sz w:val="18"/>
                <w:szCs w:val="18"/>
              </w:rPr>
              <w:t>Tuesday, 11 August 2020</w:t>
            </w:r>
            <w:r w:rsidRPr="006015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31DE6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DE6" w:rsidRPr="006015A1" w:rsidRDefault="00431DE6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Ward/Dept.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DE6" w:rsidRPr="006015A1" w:rsidRDefault="00D924DE" w:rsidP="00B0176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F864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6015A1" w:rsidRDefault="00B01766" w:rsidP="006015A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Pal</w:t>
            </w:r>
          </w:p>
        </w:tc>
      </w:tr>
      <w:tr w:rsidR="00A549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497F" w:rsidRPr="006015A1" w:rsidRDefault="00B01766" w:rsidP="006015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Gangrenous left toe, B/G diabetes</w:t>
            </w:r>
          </w:p>
        </w:tc>
      </w:tr>
      <w:tr w:rsidR="00A549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6015A1" w:rsidRDefault="00A5497F" w:rsidP="006015A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6015A1" w:rsidTr="006015A1">
        <w:trPr>
          <w:gridAfter w:val="1"/>
          <w:wAfter w:w="13" w:type="dxa"/>
        </w:trPr>
        <w:tc>
          <w:tcPr>
            <w:tcW w:w="9740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6015A1" w:rsidRDefault="00353F91" w:rsidP="006015A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48260</wp:posOffset>
                      </wp:positionV>
                      <wp:extent cx="5637530" cy="5010785"/>
                      <wp:effectExtent l="5080" t="6985" r="15240" b="0"/>
                      <wp:wrapNone/>
                      <wp:docPr id="49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37530" cy="5010785"/>
                                <a:chOff x="1470" y="3396"/>
                                <a:chExt cx="8878" cy="7891"/>
                              </a:xfrm>
                            </wpg:grpSpPr>
                            <wps:wsp>
                              <wps:cNvPr id="50" name="Freeform 23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357" y="10035"/>
                                  <a:ext cx="161" cy="307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3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098" y="5837"/>
                                  <a:ext cx="1010" cy="925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33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499" y="6756"/>
                                  <a:ext cx="531" cy="77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3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79" y="7364"/>
                                  <a:ext cx="1161" cy="3054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23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438" y="6880"/>
                                  <a:ext cx="1158" cy="3369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3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6032" y="4064"/>
                                  <a:ext cx="1313" cy="6831"/>
                                </a:xfrm>
                                <a:custGeom>
                                  <a:avLst/>
                                  <a:gdLst>
                                    <a:gd name="T0" fmla="*/ 269 w 1094"/>
                                    <a:gd name="T1" fmla="*/ 490 h 5688"/>
                                    <a:gd name="T2" fmla="*/ 203 w 1094"/>
                                    <a:gd name="T3" fmla="*/ 28 h 5688"/>
                                    <a:gd name="T4" fmla="*/ 509 w 1094"/>
                                    <a:gd name="T5" fmla="*/ 658 h 5688"/>
                                    <a:gd name="T6" fmla="*/ 893 w 1094"/>
                                    <a:gd name="T7" fmla="*/ 1600 h 5688"/>
                                    <a:gd name="T8" fmla="*/ 1037 w 1094"/>
                                    <a:gd name="T9" fmla="*/ 2086 h 5688"/>
                                    <a:gd name="T10" fmla="*/ 1087 w 1094"/>
                                    <a:gd name="T11" fmla="*/ 2717 h 5688"/>
                                    <a:gd name="T12" fmla="*/ 994 w 1094"/>
                                    <a:gd name="T13" fmla="*/ 3005 h 5688"/>
                                    <a:gd name="T14" fmla="*/ 778 w 1094"/>
                                    <a:gd name="T15" fmla="*/ 3281 h 5688"/>
                                    <a:gd name="T16" fmla="*/ 595 w 1094"/>
                                    <a:gd name="T17" fmla="*/ 3740 h 5688"/>
                                    <a:gd name="T18" fmla="*/ 439 w 1094"/>
                                    <a:gd name="T19" fmla="*/ 4407 h 5688"/>
                                    <a:gd name="T20" fmla="*/ 171 w 1094"/>
                                    <a:gd name="T21" fmla="*/ 5060 h 5688"/>
                                    <a:gd name="T22" fmla="*/ 39 w 1094"/>
                                    <a:gd name="T23" fmla="*/ 5384 h 5688"/>
                                    <a:gd name="T24" fmla="*/ 10 w 1094"/>
                                    <a:gd name="T25" fmla="*/ 5561 h 5688"/>
                                    <a:gd name="T26" fmla="*/ 99 w 1094"/>
                                    <a:gd name="T27" fmla="*/ 5688 h 5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4" h="5688">
                                      <a:moveTo>
                                        <a:pt x="269" y="490"/>
                                      </a:moveTo>
                                      <a:cubicBezTo>
                                        <a:pt x="258" y="413"/>
                                        <a:pt x="163" y="0"/>
                                        <a:pt x="203" y="28"/>
                                      </a:cubicBezTo>
                                      <a:cubicBezTo>
                                        <a:pt x="243" y="56"/>
                                        <a:pt x="394" y="396"/>
                                        <a:pt x="509" y="658"/>
                                      </a:cubicBezTo>
                                      <a:cubicBezTo>
                                        <a:pt x="624" y="920"/>
                                        <a:pt x="805" y="1362"/>
                                        <a:pt x="893" y="1600"/>
                                      </a:cubicBezTo>
                                      <a:cubicBezTo>
                                        <a:pt x="981" y="1838"/>
                                        <a:pt x="1005" y="1900"/>
                                        <a:pt x="1037" y="2086"/>
                                      </a:cubicBezTo>
                                      <a:cubicBezTo>
                                        <a:pt x="1069" y="2272"/>
                                        <a:pt x="1094" y="2564"/>
                                        <a:pt x="1087" y="2717"/>
                                      </a:cubicBezTo>
                                      <a:cubicBezTo>
                                        <a:pt x="1080" y="2870"/>
                                        <a:pt x="1045" y="2911"/>
                                        <a:pt x="994" y="3005"/>
                                      </a:cubicBezTo>
                                      <a:cubicBezTo>
                                        <a:pt x="943" y="3099"/>
                                        <a:pt x="844" y="3159"/>
                                        <a:pt x="778" y="3281"/>
                                      </a:cubicBezTo>
                                      <a:cubicBezTo>
                                        <a:pt x="712" y="3403"/>
                                        <a:pt x="651" y="3552"/>
                                        <a:pt x="595" y="3740"/>
                                      </a:cubicBezTo>
                                      <a:cubicBezTo>
                                        <a:pt x="539" y="3928"/>
                                        <a:pt x="510" y="4187"/>
                                        <a:pt x="439" y="4407"/>
                                      </a:cubicBezTo>
                                      <a:cubicBezTo>
                                        <a:pt x="368" y="4627"/>
                                        <a:pt x="238" y="4897"/>
                                        <a:pt x="171" y="5060"/>
                                      </a:cubicBezTo>
                                      <a:cubicBezTo>
                                        <a:pt x="104" y="5223"/>
                                        <a:pt x="66" y="5301"/>
                                        <a:pt x="39" y="5384"/>
                                      </a:cubicBezTo>
                                      <a:cubicBezTo>
                                        <a:pt x="12" y="5467"/>
                                        <a:pt x="0" y="5510"/>
                                        <a:pt x="10" y="5561"/>
                                      </a:cubicBezTo>
                                      <a:cubicBezTo>
                                        <a:pt x="20" y="5612"/>
                                        <a:pt x="81" y="5662"/>
                                        <a:pt x="99" y="56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3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637" y="4725"/>
                                  <a:ext cx="1886" cy="922"/>
                                </a:xfrm>
                                <a:custGeom>
                                  <a:avLst/>
                                  <a:gdLst>
                                    <a:gd name="T0" fmla="*/ 1769 w 1886"/>
                                    <a:gd name="T1" fmla="*/ 273 h 922"/>
                                    <a:gd name="T2" fmla="*/ 1877 w 1886"/>
                                    <a:gd name="T3" fmla="*/ 39 h 922"/>
                                    <a:gd name="T4" fmla="*/ 1715 w 1886"/>
                                    <a:gd name="T5" fmla="*/ 39 h 922"/>
                                    <a:gd name="T6" fmla="*/ 1344 w 1886"/>
                                    <a:gd name="T7" fmla="*/ 132 h 922"/>
                                    <a:gd name="T8" fmla="*/ 756 w 1886"/>
                                    <a:gd name="T9" fmla="*/ 325 h 922"/>
                                    <a:gd name="T10" fmla="*/ 430 w 1886"/>
                                    <a:gd name="T11" fmla="*/ 568 h 922"/>
                                    <a:gd name="T12" fmla="*/ 0 w 1886"/>
                                    <a:gd name="T13" fmla="*/ 922 h 9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86" h="922">
                                      <a:moveTo>
                                        <a:pt x="1769" y="273"/>
                                      </a:moveTo>
                                      <a:cubicBezTo>
                                        <a:pt x="1786" y="234"/>
                                        <a:pt x="1886" y="78"/>
                                        <a:pt x="1877" y="39"/>
                                      </a:cubicBezTo>
                                      <a:cubicBezTo>
                                        <a:pt x="1868" y="0"/>
                                        <a:pt x="1804" y="24"/>
                                        <a:pt x="1715" y="39"/>
                                      </a:cubicBezTo>
                                      <a:cubicBezTo>
                                        <a:pt x="1626" y="54"/>
                                        <a:pt x="1504" y="84"/>
                                        <a:pt x="1344" y="132"/>
                                      </a:cubicBezTo>
                                      <a:cubicBezTo>
                                        <a:pt x="1184" y="180"/>
                                        <a:pt x="909" y="252"/>
                                        <a:pt x="756" y="325"/>
                                      </a:cubicBezTo>
                                      <a:cubicBezTo>
                                        <a:pt x="604" y="398"/>
                                        <a:pt x="556" y="468"/>
                                        <a:pt x="430" y="568"/>
                                      </a:cubicBezTo>
                                      <a:cubicBezTo>
                                        <a:pt x="303" y="667"/>
                                        <a:pt x="88" y="848"/>
                                        <a:pt x="0" y="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38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972" y="3952"/>
                                  <a:ext cx="581" cy="714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39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776" y="5456"/>
                                  <a:ext cx="221" cy="991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40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227" y="5626"/>
                                  <a:ext cx="185" cy="123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41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7581" y="6227"/>
                                  <a:ext cx="277" cy="1091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42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3177" y="4558"/>
                                  <a:ext cx="1199" cy="738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rnd" cmpd="sng">
                                  <a:solidFill>
                                    <a:srgbClr val="80808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3480"/>
                                  <a:ext cx="6998" cy="6597"/>
                                </a:xfrm>
                                <a:custGeom>
                                  <a:avLst/>
                                  <a:gdLst>
                                    <a:gd name="T0" fmla="*/ 0 w 6998"/>
                                    <a:gd name="T1" fmla="*/ 0 h 6597"/>
                                    <a:gd name="T2" fmla="*/ 108 w 6998"/>
                                    <a:gd name="T3" fmla="*/ 312 h 6597"/>
                                    <a:gd name="T4" fmla="*/ 252 w 6998"/>
                                    <a:gd name="T5" fmla="*/ 594 h 6597"/>
                                    <a:gd name="T6" fmla="*/ 504 w 6998"/>
                                    <a:gd name="T7" fmla="*/ 836 h 6597"/>
                                    <a:gd name="T8" fmla="*/ 856 w 6998"/>
                                    <a:gd name="T9" fmla="*/ 1012 h 6597"/>
                                    <a:gd name="T10" fmla="*/ 1396 w 6998"/>
                                    <a:gd name="T11" fmla="*/ 1171 h 6597"/>
                                    <a:gd name="T12" fmla="*/ 1969 w 6998"/>
                                    <a:gd name="T13" fmla="*/ 1349 h 6597"/>
                                    <a:gd name="T14" fmla="*/ 2551 w 6998"/>
                                    <a:gd name="T15" fmla="*/ 1582 h 6597"/>
                                    <a:gd name="T16" fmla="*/ 3374 w 6998"/>
                                    <a:gd name="T17" fmla="*/ 1955 h 6597"/>
                                    <a:gd name="T18" fmla="*/ 4301 w 6998"/>
                                    <a:gd name="T19" fmla="*/ 2454 h 6597"/>
                                    <a:gd name="T20" fmla="*/ 4824 w 6998"/>
                                    <a:gd name="T21" fmla="*/ 2795 h 6597"/>
                                    <a:gd name="T22" fmla="*/ 5215 w 6998"/>
                                    <a:gd name="T23" fmla="*/ 3182 h 6597"/>
                                    <a:gd name="T24" fmla="*/ 5427 w 6998"/>
                                    <a:gd name="T25" fmla="*/ 3400 h 6597"/>
                                    <a:gd name="T26" fmla="*/ 5913 w 6998"/>
                                    <a:gd name="T27" fmla="*/ 3743 h 6597"/>
                                    <a:gd name="T28" fmla="*/ 6183 w 6998"/>
                                    <a:gd name="T29" fmla="*/ 4242 h 6597"/>
                                    <a:gd name="T30" fmla="*/ 6451 w 6998"/>
                                    <a:gd name="T31" fmla="*/ 5287 h 6597"/>
                                    <a:gd name="T32" fmla="*/ 6630 w 6998"/>
                                    <a:gd name="T33" fmla="*/ 6003 h 6597"/>
                                    <a:gd name="T34" fmla="*/ 6768 w 6998"/>
                                    <a:gd name="T35" fmla="*/ 6301 h 6597"/>
                                    <a:gd name="T36" fmla="*/ 6998 w 6998"/>
                                    <a:gd name="T37" fmla="*/ 6597 h 65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6998" h="6597">
                                      <a:moveTo>
                                        <a:pt x="0" y="0"/>
                                      </a:moveTo>
                                      <a:cubicBezTo>
                                        <a:pt x="20" y="52"/>
                                        <a:pt x="66" y="213"/>
                                        <a:pt x="108" y="312"/>
                                      </a:cubicBezTo>
                                      <a:cubicBezTo>
                                        <a:pt x="150" y="411"/>
                                        <a:pt x="186" y="507"/>
                                        <a:pt x="252" y="594"/>
                                      </a:cubicBezTo>
                                      <a:cubicBezTo>
                                        <a:pt x="318" y="681"/>
                                        <a:pt x="403" y="766"/>
                                        <a:pt x="504" y="836"/>
                                      </a:cubicBezTo>
                                      <a:cubicBezTo>
                                        <a:pt x="605" y="906"/>
                                        <a:pt x="707" y="956"/>
                                        <a:pt x="856" y="1012"/>
                                      </a:cubicBezTo>
                                      <a:cubicBezTo>
                                        <a:pt x="1005" y="1068"/>
                                        <a:pt x="1211" y="1115"/>
                                        <a:pt x="1396" y="1171"/>
                                      </a:cubicBezTo>
                                      <a:cubicBezTo>
                                        <a:pt x="1581" y="1227"/>
                                        <a:pt x="1775" y="1280"/>
                                        <a:pt x="1969" y="1349"/>
                                      </a:cubicBezTo>
                                      <a:cubicBezTo>
                                        <a:pt x="2161" y="1417"/>
                                        <a:pt x="2317" y="1481"/>
                                        <a:pt x="2551" y="1582"/>
                                      </a:cubicBezTo>
                                      <a:cubicBezTo>
                                        <a:pt x="2786" y="1684"/>
                                        <a:pt x="3082" y="1810"/>
                                        <a:pt x="3374" y="1955"/>
                                      </a:cubicBezTo>
                                      <a:cubicBezTo>
                                        <a:pt x="3664" y="2101"/>
                                        <a:pt x="4059" y="2314"/>
                                        <a:pt x="4301" y="2454"/>
                                      </a:cubicBezTo>
                                      <a:cubicBezTo>
                                        <a:pt x="4543" y="2594"/>
                                        <a:pt x="4671" y="2674"/>
                                        <a:pt x="4824" y="2795"/>
                                      </a:cubicBezTo>
                                      <a:cubicBezTo>
                                        <a:pt x="4976" y="2917"/>
                                        <a:pt x="5114" y="3081"/>
                                        <a:pt x="5215" y="3182"/>
                                      </a:cubicBezTo>
                                      <a:cubicBezTo>
                                        <a:pt x="5316" y="3283"/>
                                        <a:pt x="5310" y="3306"/>
                                        <a:pt x="5427" y="3400"/>
                                      </a:cubicBezTo>
                                      <a:cubicBezTo>
                                        <a:pt x="5543" y="3493"/>
                                        <a:pt x="5787" y="3603"/>
                                        <a:pt x="5913" y="3743"/>
                                      </a:cubicBezTo>
                                      <a:cubicBezTo>
                                        <a:pt x="6040" y="3884"/>
                                        <a:pt x="6093" y="3984"/>
                                        <a:pt x="6183" y="4242"/>
                                      </a:cubicBezTo>
                                      <a:cubicBezTo>
                                        <a:pt x="6272" y="4499"/>
                                        <a:pt x="6377" y="4994"/>
                                        <a:pt x="6451" y="5287"/>
                                      </a:cubicBezTo>
                                      <a:cubicBezTo>
                                        <a:pt x="6526" y="5581"/>
                                        <a:pt x="6577" y="5834"/>
                                        <a:pt x="6630" y="6003"/>
                                      </a:cubicBezTo>
                                      <a:cubicBezTo>
                                        <a:pt x="6683" y="6173"/>
                                        <a:pt x="6707" y="6202"/>
                                        <a:pt x="6768" y="6301"/>
                                      </a:cubicBezTo>
                                      <a:cubicBezTo>
                                        <a:pt x="6829" y="6401"/>
                                        <a:pt x="6950" y="6536"/>
                                        <a:pt x="6998" y="6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44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9883" y="10500"/>
                                  <a:ext cx="279" cy="166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45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8595" y="10612"/>
                                  <a:ext cx="681" cy="675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46"/>
                              <wps:cNvSpPr>
                                <a:spLocks/>
                              </wps:cNvSpPr>
                              <wps:spPr bwMode="auto">
                                <a:xfrm rot="-2405594">
                                  <a:off x="10125" y="10553"/>
                                  <a:ext cx="119" cy="63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5" y="3396"/>
                                  <a:ext cx="6713" cy="7680"/>
                                </a:xfrm>
                                <a:custGeom>
                                  <a:avLst/>
                                  <a:gdLst>
                                    <a:gd name="T0" fmla="*/ 165 w 6715"/>
                                    <a:gd name="T1" fmla="*/ 2690 h 7680"/>
                                    <a:gd name="T2" fmla="*/ 764 w 6715"/>
                                    <a:gd name="T3" fmla="*/ 2976 h 7680"/>
                                    <a:gd name="T4" fmla="*/ 1201 w 6715"/>
                                    <a:gd name="T5" fmla="*/ 3045 h 7680"/>
                                    <a:gd name="T6" fmla="*/ 1879 w 6715"/>
                                    <a:gd name="T7" fmla="*/ 3204 h 7680"/>
                                    <a:gd name="T8" fmla="*/ 2303 w 6715"/>
                                    <a:gd name="T9" fmla="*/ 3282 h 7680"/>
                                    <a:gd name="T10" fmla="*/ 2726 w 6715"/>
                                    <a:gd name="T11" fmla="*/ 3472 h 7680"/>
                                    <a:gd name="T12" fmla="*/ 3043 w 6715"/>
                                    <a:gd name="T13" fmla="*/ 3638 h 7680"/>
                                    <a:gd name="T14" fmla="*/ 3096 w 6715"/>
                                    <a:gd name="T15" fmla="*/ 4000 h 7680"/>
                                    <a:gd name="T16" fmla="*/ 3185 w 6715"/>
                                    <a:gd name="T17" fmla="*/ 4573 h 7680"/>
                                    <a:gd name="T18" fmla="*/ 3393 w 6715"/>
                                    <a:gd name="T19" fmla="*/ 4971 h 7680"/>
                                    <a:gd name="T20" fmla="*/ 3659 w 6715"/>
                                    <a:gd name="T21" fmla="*/ 5351 h 7680"/>
                                    <a:gd name="T22" fmla="*/ 3991 w 6715"/>
                                    <a:gd name="T23" fmla="*/ 6004 h 7680"/>
                                    <a:gd name="T24" fmla="*/ 4255 w 6715"/>
                                    <a:gd name="T25" fmla="*/ 6515 h 7680"/>
                                    <a:gd name="T26" fmla="*/ 4309 w 6715"/>
                                    <a:gd name="T27" fmla="*/ 6942 h 7680"/>
                                    <a:gd name="T28" fmla="*/ 4273 w 6715"/>
                                    <a:gd name="T29" fmla="*/ 7256 h 7680"/>
                                    <a:gd name="T30" fmla="*/ 4399 w 6715"/>
                                    <a:gd name="T31" fmla="*/ 7450 h 7680"/>
                                    <a:gd name="T32" fmla="*/ 4721 w 6715"/>
                                    <a:gd name="T33" fmla="*/ 7519 h 7680"/>
                                    <a:gd name="T34" fmla="*/ 4946 w 6715"/>
                                    <a:gd name="T35" fmla="*/ 7518 h 7680"/>
                                    <a:gd name="T36" fmla="*/ 5126 w 6715"/>
                                    <a:gd name="T37" fmla="*/ 7508 h 7680"/>
                                    <a:gd name="T38" fmla="*/ 5557 w 6715"/>
                                    <a:gd name="T39" fmla="*/ 7607 h 7680"/>
                                    <a:gd name="T40" fmla="*/ 5791 w 6715"/>
                                    <a:gd name="T41" fmla="*/ 7624 h 7680"/>
                                    <a:gd name="T42" fmla="*/ 6077 w 6715"/>
                                    <a:gd name="T43" fmla="*/ 7677 h 7680"/>
                                    <a:gd name="T44" fmla="*/ 6319 w 6715"/>
                                    <a:gd name="T45" fmla="*/ 7605 h 7680"/>
                                    <a:gd name="T46" fmla="*/ 6442 w 6715"/>
                                    <a:gd name="T47" fmla="*/ 7482 h 7680"/>
                                    <a:gd name="T48" fmla="*/ 6547 w 6715"/>
                                    <a:gd name="T49" fmla="*/ 7452 h 7680"/>
                                    <a:gd name="T50" fmla="*/ 6694 w 6715"/>
                                    <a:gd name="T51" fmla="*/ 7290 h 7680"/>
                                    <a:gd name="T52" fmla="*/ 6675 w 6715"/>
                                    <a:gd name="T53" fmla="*/ 7145 h 7680"/>
                                    <a:gd name="T54" fmla="*/ 6501 w 6715"/>
                                    <a:gd name="T55" fmla="*/ 7150 h 7680"/>
                                    <a:gd name="T56" fmla="*/ 6363 w 6715"/>
                                    <a:gd name="T57" fmla="*/ 7192 h 7680"/>
                                    <a:gd name="T58" fmla="*/ 6214 w 6715"/>
                                    <a:gd name="T59" fmla="*/ 7212 h 7680"/>
                                    <a:gd name="T60" fmla="*/ 5953 w 6715"/>
                                    <a:gd name="T61" fmla="*/ 7103 h 7680"/>
                                    <a:gd name="T62" fmla="*/ 5582 w 6715"/>
                                    <a:gd name="T63" fmla="*/ 6842 h 7680"/>
                                    <a:gd name="T64" fmla="*/ 5332 w 6715"/>
                                    <a:gd name="T65" fmla="*/ 6656 h 7680"/>
                                    <a:gd name="T66" fmla="*/ 5042 w 6715"/>
                                    <a:gd name="T67" fmla="*/ 6156 h 7680"/>
                                    <a:gd name="T68" fmla="*/ 4833 w 6715"/>
                                    <a:gd name="T69" fmla="*/ 5483 h 7680"/>
                                    <a:gd name="T70" fmla="*/ 4658 w 6715"/>
                                    <a:gd name="T71" fmla="*/ 4671 h 7680"/>
                                    <a:gd name="T72" fmla="*/ 4342 w 6715"/>
                                    <a:gd name="T73" fmla="*/ 3713 h 7680"/>
                                    <a:gd name="T74" fmla="*/ 4233 w 6715"/>
                                    <a:gd name="T75" fmla="*/ 3315 h 7680"/>
                                    <a:gd name="T76" fmla="*/ 4139 w 6715"/>
                                    <a:gd name="T77" fmla="*/ 2735 h 7680"/>
                                    <a:gd name="T78" fmla="*/ 3999 w 6715"/>
                                    <a:gd name="T79" fmla="*/ 2401 h 7680"/>
                                    <a:gd name="T80" fmla="*/ 3747 w 6715"/>
                                    <a:gd name="T81" fmla="*/ 2235 h 7680"/>
                                    <a:gd name="T82" fmla="*/ 3229 w 6715"/>
                                    <a:gd name="T83" fmla="*/ 1899 h 7680"/>
                                    <a:gd name="T84" fmla="*/ 2669 w 6715"/>
                                    <a:gd name="T85" fmla="*/ 1579 h 7680"/>
                                    <a:gd name="T86" fmla="*/ 1973 w 6715"/>
                                    <a:gd name="T87" fmla="*/ 1280 h 7680"/>
                                    <a:gd name="T88" fmla="*/ 1296 w 6715"/>
                                    <a:gd name="T89" fmla="*/ 1059 h 7680"/>
                                    <a:gd name="T90" fmla="*/ 1085 w 6715"/>
                                    <a:gd name="T91" fmla="*/ 999 h 7680"/>
                                    <a:gd name="T92" fmla="*/ 923 w 6715"/>
                                    <a:gd name="T93" fmla="*/ 883 h 7680"/>
                                    <a:gd name="T94" fmla="*/ 715 w 6715"/>
                                    <a:gd name="T95" fmla="*/ 735 h 7680"/>
                                    <a:gd name="T96" fmla="*/ 408 w 6715"/>
                                    <a:gd name="T97" fmla="*/ 480 h 7680"/>
                                    <a:gd name="T98" fmla="*/ 156 w 6715"/>
                                    <a:gd name="T99" fmla="*/ 312 h 7680"/>
                                    <a:gd name="T100" fmla="*/ 0 w 6715"/>
                                    <a:gd name="T101" fmla="*/ 0 h 76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6715" h="7680">
                                      <a:moveTo>
                                        <a:pt x="165" y="2690"/>
                                      </a:moveTo>
                                      <a:cubicBezTo>
                                        <a:pt x="377" y="2805"/>
                                        <a:pt x="592" y="2917"/>
                                        <a:pt x="764" y="2976"/>
                                      </a:cubicBezTo>
                                      <a:cubicBezTo>
                                        <a:pt x="936" y="3035"/>
                                        <a:pt x="1016" y="3006"/>
                                        <a:pt x="1201" y="3045"/>
                                      </a:cubicBezTo>
                                      <a:cubicBezTo>
                                        <a:pt x="1387" y="3083"/>
                                        <a:pt x="1695" y="3165"/>
                                        <a:pt x="1879" y="3204"/>
                                      </a:cubicBezTo>
                                      <a:cubicBezTo>
                                        <a:pt x="2063" y="3244"/>
                                        <a:pt x="2161" y="3238"/>
                                        <a:pt x="2303" y="3282"/>
                                      </a:cubicBezTo>
                                      <a:cubicBezTo>
                                        <a:pt x="2444" y="3327"/>
                                        <a:pt x="2603" y="3413"/>
                                        <a:pt x="2726" y="3472"/>
                                      </a:cubicBezTo>
                                      <a:cubicBezTo>
                                        <a:pt x="2850" y="3531"/>
                                        <a:pt x="2982" y="3550"/>
                                        <a:pt x="3043" y="3638"/>
                                      </a:cubicBezTo>
                                      <a:cubicBezTo>
                                        <a:pt x="3104" y="3726"/>
                                        <a:pt x="3071" y="3845"/>
                                        <a:pt x="3096" y="4000"/>
                                      </a:cubicBezTo>
                                      <a:cubicBezTo>
                                        <a:pt x="3120" y="4156"/>
                                        <a:pt x="3135" y="4412"/>
                                        <a:pt x="3185" y="4573"/>
                                      </a:cubicBezTo>
                                      <a:cubicBezTo>
                                        <a:pt x="3235" y="4735"/>
                                        <a:pt x="3314" y="4841"/>
                                        <a:pt x="3393" y="4971"/>
                                      </a:cubicBezTo>
                                      <a:cubicBezTo>
                                        <a:pt x="3472" y="5101"/>
                                        <a:pt x="3559" y="5178"/>
                                        <a:pt x="3659" y="5351"/>
                                      </a:cubicBezTo>
                                      <a:cubicBezTo>
                                        <a:pt x="3759" y="5522"/>
                                        <a:pt x="3893" y="5810"/>
                                        <a:pt x="3991" y="6004"/>
                                      </a:cubicBezTo>
                                      <a:cubicBezTo>
                                        <a:pt x="4091" y="6199"/>
                                        <a:pt x="4201" y="6358"/>
                                        <a:pt x="4255" y="6515"/>
                                      </a:cubicBezTo>
                                      <a:cubicBezTo>
                                        <a:pt x="4307" y="6670"/>
                                        <a:pt x="4307" y="6819"/>
                                        <a:pt x="4309" y="6942"/>
                                      </a:cubicBezTo>
                                      <a:cubicBezTo>
                                        <a:pt x="4312" y="7065"/>
                                        <a:pt x="4258" y="7171"/>
                                        <a:pt x="4273" y="7256"/>
                                      </a:cubicBezTo>
                                      <a:cubicBezTo>
                                        <a:pt x="4287" y="7341"/>
                                        <a:pt x="4324" y="7406"/>
                                        <a:pt x="4399" y="7450"/>
                                      </a:cubicBezTo>
                                      <a:cubicBezTo>
                                        <a:pt x="4474" y="7494"/>
                                        <a:pt x="4629" y="7508"/>
                                        <a:pt x="4721" y="7519"/>
                                      </a:cubicBezTo>
                                      <a:cubicBezTo>
                                        <a:pt x="4812" y="7531"/>
                                        <a:pt x="4879" y="7520"/>
                                        <a:pt x="4946" y="7518"/>
                                      </a:cubicBezTo>
                                      <a:cubicBezTo>
                                        <a:pt x="5013" y="7517"/>
                                        <a:pt x="5024" y="7493"/>
                                        <a:pt x="5126" y="7508"/>
                                      </a:cubicBezTo>
                                      <a:cubicBezTo>
                                        <a:pt x="5228" y="7523"/>
                                        <a:pt x="5446" y="7586"/>
                                        <a:pt x="5557" y="7607"/>
                                      </a:cubicBezTo>
                                      <a:cubicBezTo>
                                        <a:pt x="5667" y="7626"/>
                                        <a:pt x="5704" y="7612"/>
                                        <a:pt x="5791" y="7624"/>
                                      </a:cubicBezTo>
                                      <a:cubicBezTo>
                                        <a:pt x="5878" y="7636"/>
                                        <a:pt x="5990" y="7680"/>
                                        <a:pt x="6077" y="7677"/>
                                      </a:cubicBezTo>
                                      <a:cubicBezTo>
                                        <a:pt x="6166" y="7673"/>
                                        <a:pt x="6257" y="7638"/>
                                        <a:pt x="6319" y="7605"/>
                                      </a:cubicBezTo>
                                      <a:cubicBezTo>
                                        <a:pt x="6379" y="7573"/>
                                        <a:pt x="6404" y="7509"/>
                                        <a:pt x="6442" y="7482"/>
                                      </a:cubicBezTo>
                                      <a:cubicBezTo>
                                        <a:pt x="6479" y="7457"/>
                                        <a:pt x="6505" y="7483"/>
                                        <a:pt x="6547" y="7452"/>
                                      </a:cubicBezTo>
                                      <a:cubicBezTo>
                                        <a:pt x="6588" y="7419"/>
                                        <a:pt x="6672" y="7341"/>
                                        <a:pt x="6694" y="7290"/>
                                      </a:cubicBezTo>
                                      <a:cubicBezTo>
                                        <a:pt x="6715" y="7239"/>
                                        <a:pt x="6707" y="7169"/>
                                        <a:pt x="6675" y="7145"/>
                                      </a:cubicBezTo>
                                      <a:cubicBezTo>
                                        <a:pt x="6643" y="7122"/>
                                        <a:pt x="6553" y="7143"/>
                                        <a:pt x="6501" y="7150"/>
                                      </a:cubicBezTo>
                                      <a:cubicBezTo>
                                        <a:pt x="6450" y="7158"/>
                                        <a:pt x="6410" y="7181"/>
                                        <a:pt x="6363" y="7192"/>
                                      </a:cubicBezTo>
                                      <a:cubicBezTo>
                                        <a:pt x="6315" y="7202"/>
                                        <a:pt x="6282" y="7226"/>
                                        <a:pt x="6214" y="7212"/>
                                      </a:cubicBezTo>
                                      <a:cubicBezTo>
                                        <a:pt x="6145" y="7198"/>
                                        <a:pt x="6058" y="7165"/>
                                        <a:pt x="5953" y="7103"/>
                                      </a:cubicBezTo>
                                      <a:cubicBezTo>
                                        <a:pt x="5847" y="7042"/>
                                        <a:pt x="5685" y="6916"/>
                                        <a:pt x="5582" y="6842"/>
                                      </a:cubicBezTo>
                                      <a:cubicBezTo>
                                        <a:pt x="5478" y="6767"/>
                                        <a:pt x="5421" y="6770"/>
                                        <a:pt x="5332" y="6656"/>
                                      </a:cubicBezTo>
                                      <a:cubicBezTo>
                                        <a:pt x="5241" y="6543"/>
                                        <a:pt x="5125" y="6352"/>
                                        <a:pt x="5042" y="6156"/>
                                      </a:cubicBezTo>
                                      <a:cubicBezTo>
                                        <a:pt x="4959" y="5961"/>
                                        <a:pt x="4898" y="5731"/>
                                        <a:pt x="4833" y="5483"/>
                                      </a:cubicBezTo>
                                      <a:cubicBezTo>
                                        <a:pt x="4770" y="5236"/>
                                        <a:pt x="4740" y="4966"/>
                                        <a:pt x="4658" y="4671"/>
                                      </a:cubicBezTo>
                                      <a:cubicBezTo>
                                        <a:pt x="4577" y="4376"/>
                                        <a:pt x="4413" y="3939"/>
                                        <a:pt x="4342" y="3713"/>
                                      </a:cubicBezTo>
                                      <a:cubicBezTo>
                                        <a:pt x="4270" y="3487"/>
                                        <a:pt x="4266" y="3477"/>
                                        <a:pt x="4233" y="3315"/>
                                      </a:cubicBezTo>
                                      <a:cubicBezTo>
                                        <a:pt x="4198" y="3152"/>
                                        <a:pt x="4178" y="2886"/>
                                        <a:pt x="4139" y="2735"/>
                                      </a:cubicBezTo>
                                      <a:cubicBezTo>
                                        <a:pt x="4100" y="2582"/>
                                        <a:pt x="4064" y="2483"/>
                                        <a:pt x="3999" y="2401"/>
                                      </a:cubicBezTo>
                                      <a:cubicBezTo>
                                        <a:pt x="3934" y="2317"/>
                                        <a:pt x="3875" y="2319"/>
                                        <a:pt x="3747" y="2235"/>
                                      </a:cubicBezTo>
                                      <a:cubicBezTo>
                                        <a:pt x="3619" y="2151"/>
                                        <a:pt x="3409" y="2009"/>
                                        <a:pt x="3229" y="1899"/>
                                      </a:cubicBezTo>
                                      <a:cubicBezTo>
                                        <a:pt x="3049" y="1790"/>
                                        <a:pt x="2878" y="1683"/>
                                        <a:pt x="2669" y="1579"/>
                                      </a:cubicBezTo>
                                      <a:cubicBezTo>
                                        <a:pt x="2460" y="1476"/>
                                        <a:pt x="2202" y="1367"/>
                                        <a:pt x="1973" y="1280"/>
                                      </a:cubicBezTo>
                                      <a:cubicBezTo>
                                        <a:pt x="1744" y="1193"/>
                                        <a:pt x="1444" y="1105"/>
                                        <a:pt x="1296" y="1059"/>
                                      </a:cubicBezTo>
                                      <a:cubicBezTo>
                                        <a:pt x="1149" y="1012"/>
                                        <a:pt x="1147" y="1029"/>
                                        <a:pt x="1085" y="999"/>
                                      </a:cubicBezTo>
                                      <a:cubicBezTo>
                                        <a:pt x="1023" y="970"/>
                                        <a:pt x="985" y="926"/>
                                        <a:pt x="923" y="883"/>
                                      </a:cubicBezTo>
                                      <a:cubicBezTo>
                                        <a:pt x="861" y="840"/>
                                        <a:pt x="801" y="802"/>
                                        <a:pt x="715" y="735"/>
                                      </a:cubicBezTo>
                                      <a:cubicBezTo>
                                        <a:pt x="629" y="668"/>
                                        <a:pt x="501" y="550"/>
                                        <a:pt x="408" y="480"/>
                                      </a:cubicBezTo>
                                      <a:cubicBezTo>
                                        <a:pt x="315" y="410"/>
                                        <a:pt x="224" y="392"/>
                                        <a:pt x="156" y="312"/>
                                      </a:cubicBezTo>
                                      <a:cubicBezTo>
                                        <a:pt x="88" y="232"/>
                                        <a:pt x="32" y="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6" y="4476"/>
                                  <a:ext cx="157" cy="768"/>
                                </a:xfrm>
                                <a:custGeom>
                                  <a:avLst/>
                                  <a:gdLst>
                                    <a:gd name="T0" fmla="*/ 157 w 157"/>
                                    <a:gd name="T1" fmla="*/ 0 h 768"/>
                                    <a:gd name="T2" fmla="*/ 80 w 157"/>
                                    <a:gd name="T3" fmla="*/ 53 h 768"/>
                                    <a:gd name="T4" fmla="*/ 19 w 157"/>
                                    <a:gd name="T5" fmla="*/ 186 h 768"/>
                                    <a:gd name="T6" fmla="*/ 1 w 157"/>
                                    <a:gd name="T7" fmla="*/ 444 h 768"/>
                                    <a:gd name="T8" fmla="*/ 24 w 157"/>
                                    <a:gd name="T9" fmla="*/ 768 h 7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7" h="768">
                                      <a:moveTo>
                                        <a:pt x="157" y="0"/>
                                      </a:moveTo>
                                      <a:cubicBezTo>
                                        <a:pt x="144" y="9"/>
                                        <a:pt x="103" y="22"/>
                                        <a:pt x="80" y="53"/>
                                      </a:cubicBezTo>
                                      <a:cubicBezTo>
                                        <a:pt x="57" y="84"/>
                                        <a:pt x="32" y="121"/>
                                        <a:pt x="19" y="186"/>
                                      </a:cubicBezTo>
                                      <a:cubicBezTo>
                                        <a:pt x="6" y="251"/>
                                        <a:pt x="0" y="347"/>
                                        <a:pt x="1" y="444"/>
                                      </a:cubicBezTo>
                                      <a:cubicBezTo>
                                        <a:pt x="2" y="541"/>
                                        <a:pt x="19" y="701"/>
                                        <a:pt x="24" y="7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24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602" y="4991"/>
                                  <a:ext cx="174" cy="34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289 h 343"/>
                                    <a:gd name="T2" fmla="*/ 55 w 174"/>
                                    <a:gd name="T3" fmla="*/ 30 h 343"/>
                                    <a:gd name="T4" fmla="*/ 117 w 174"/>
                                    <a:gd name="T5" fmla="*/ 107 h 343"/>
                                    <a:gd name="T6" fmla="*/ 174 w 174"/>
                                    <a:gd name="T7" fmla="*/ 343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4" h="343">
                                      <a:moveTo>
                                        <a:pt x="0" y="289"/>
                                      </a:moveTo>
                                      <a:cubicBezTo>
                                        <a:pt x="7" y="246"/>
                                        <a:pt x="36" y="60"/>
                                        <a:pt x="55" y="30"/>
                                      </a:cubicBezTo>
                                      <a:cubicBezTo>
                                        <a:pt x="74" y="0"/>
                                        <a:pt x="97" y="55"/>
                                        <a:pt x="117" y="107"/>
                                      </a:cubicBezTo>
                                      <a:cubicBezTo>
                                        <a:pt x="137" y="159"/>
                                        <a:pt x="162" y="294"/>
                                        <a:pt x="174" y="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25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954" y="4466"/>
                                  <a:ext cx="700" cy="557"/>
                                </a:xfrm>
                                <a:custGeom>
                                  <a:avLst/>
                                  <a:gdLst>
                                    <a:gd name="T0" fmla="*/ 0 w 700"/>
                                    <a:gd name="T1" fmla="*/ 557 h 557"/>
                                    <a:gd name="T2" fmla="*/ 122 w 700"/>
                                    <a:gd name="T3" fmla="*/ 358 h 557"/>
                                    <a:gd name="T4" fmla="*/ 249 w 700"/>
                                    <a:gd name="T5" fmla="*/ 202 h 557"/>
                                    <a:gd name="T6" fmla="*/ 434 w 700"/>
                                    <a:gd name="T7" fmla="*/ 65 h 557"/>
                                    <a:gd name="T8" fmla="*/ 602 w 700"/>
                                    <a:gd name="T9" fmla="*/ 5 h 557"/>
                                    <a:gd name="T10" fmla="*/ 700 w 700"/>
                                    <a:gd name="T11" fmla="*/ 32 h 5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700" h="557">
                                      <a:moveTo>
                                        <a:pt x="0" y="557"/>
                                      </a:moveTo>
                                      <a:cubicBezTo>
                                        <a:pt x="40" y="487"/>
                                        <a:pt x="81" y="417"/>
                                        <a:pt x="122" y="358"/>
                                      </a:cubicBezTo>
                                      <a:cubicBezTo>
                                        <a:pt x="163" y="299"/>
                                        <a:pt x="197" y="251"/>
                                        <a:pt x="249" y="202"/>
                                      </a:cubicBezTo>
                                      <a:cubicBezTo>
                                        <a:pt x="301" y="153"/>
                                        <a:pt x="375" y="98"/>
                                        <a:pt x="434" y="65"/>
                                      </a:cubicBezTo>
                                      <a:cubicBezTo>
                                        <a:pt x="493" y="32"/>
                                        <a:pt x="558" y="10"/>
                                        <a:pt x="602" y="5"/>
                                      </a:cubicBezTo>
                                      <a:cubicBezTo>
                                        <a:pt x="646" y="0"/>
                                        <a:pt x="673" y="16"/>
                                        <a:pt x="700" y="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0" y="3552"/>
                                  <a:ext cx="144" cy="965"/>
                                </a:xfrm>
                                <a:custGeom>
                                  <a:avLst/>
                                  <a:gdLst>
                                    <a:gd name="T0" fmla="*/ 0 w 144"/>
                                    <a:gd name="T1" fmla="*/ 0 h 965"/>
                                    <a:gd name="T2" fmla="*/ 109 w 144"/>
                                    <a:gd name="T3" fmla="*/ 384 h 965"/>
                                    <a:gd name="T4" fmla="*/ 140 w 144"/>
                                    <a:gd name="T5" fmla="*/ 641 h 965"/>
                                    <a:gd name="T6" fmla="*/ 131 w 144"/>
                                    <a:gd name="T7" fmla="*/ 838 h 965"/>
                                    <a:gd name="T8" fmla="*/ 116 w 144"/>
                                    <a:gd name="T9" fmla="*/ 965 h 9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4" h="965">
                                      <a:moveTo>
                                        <a:pt x="0" y="0"/>
                                      </a:moveTo>
                                      <a:cubicBezTo>
                                        <a:pt x="20" y="64"/>
                                        <a:pt x="86" y="277"/>
                                        <a:pt x="109" y="384"/>
                                      </a:cubicBezTo>
                                      <a:cubicBezTo>
                                        <a:pt x="132" y="491"/>
                                        <a:pt x="136" y="565"/>
                                        <a:pt x="140" y="641"/>
                                      </a:cubicBezTo>
                                      <a:cubicBezTo>
                                        <a:pt x="144" y="717"/>
                                        <a:pt x="135" y="784"/>
                                        <a:pt x="131" y="838"/>
                                      </a:cubicBezTo>
                                      <a:cubicBezTo>
                                        <a:pt x="127" y="892"/>
                                        <a:pt x="122" y="928"/>
                                        <a:pt x="116" y="9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25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470" y="4494"/>
                                  <a:ext cx="210" cy="75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0 h 750"/>
                                    <a:gd name="T2" fmla="*/ 54 w 210"/>
                                    <a:gd name="T3" fmla="*/ 234 h 750"/>
                                    <a:gd name="T4" fmla="*/ 156 w 210"/>
                                    <a:gd name="T5" fmla="*/ 558 h 750"/>
                                    <a:gd name="T6" fmla="*/ 210 w 210"/>
                                    <a:gd name="T7" fmla="*/ 750 h 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0" h="750">
                                      <a:moveTo>
                                        <a:pt x="0" y="0"/>
                                      </a:moveTo>
                                      <a:cubicBezTo>
                                        <a:pt x="9" y="39"/>
                                        <a:pt x="28" y="141"/>
                                        <a:pt x="54" y="234"/>
                                      </a:cubicBezTo>
                                      <a:cubicBezTo>
                                        <a:pt x="80" y="327"/>
                                        <a:pt x="130" y="472"/>
                                        <a:pt x="156" y="558"/>
                                      </a:cubicBezTo>
                                      <a:cubicBezTo>
                                        <a:pt x="182" y="644"/>
                                        <a:pt x="196" y="700"/>
                                        <a:pt x="210" y="7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299C70" id="Group 230" o:spid="_x0000_s1026" style="position:absolute;margin-left:14.2pt;margin-top:3.8pt;width:443.9pt;height:394.55pt;z-index:251642368" coordorigin="1470,3396" coordsize="8878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">
                      <v:shape id="Freeform 231" o:spid="_x0000_s1027" style="position:absolute;left:8357;top:10035;width:161;height:307;rotation:-2627550fd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" path="m128,6v6,6,-60,40,-72,78c44,122,62,212,56,234,50,256,29,231,20,216,11,201,2,172,2,144,2,116,,71,20,48,40,25,122,,128,6xe" fillcolor="#ddd" stroked="f">
                        <v:path arrowok="t" o:connecttype="custom" o:connectlocs="154,7;67,101;67,281;24,259;2,173;24,58;154,7" o:connectangles="0,0,0,0,0,0,0"/>
                      </v:shape>
                      <v:shape id="Freeform 232" o:spid="_x0000_s1028" style="position:absolute;left:3098;top:5837;width:1010;height:925;rotation:-2627550fd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" path="m,c26,70,52,140,120,204v68,64,178,122,288,180e" filled="f" strokecolor="gray" strokeweight="1pt">
                        <v:path arrowok="t" o:connecttype="custom" o:connectlocs="0,0;297,491;1010,925" o:connectangles="0,0,0"/>
                      </v:shape>
                      <v:shape id="Freeform 233" o:spid="_x0000_s1029" style="position:absolute;left:6499;top:6756;width:531;height:776;rotation:-2627550fd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7,738;161,608;478,363;478,247;377,204;233,2;305,219;262,377;17,738" o:connectangles="0,0,0,0,0,0,0,0,0"/>
                      </v:shape>
                      <v:shape id="Freeform 234" o:spid="_x0000_s1030" style="position:absolute;left:7279;top:7364;width:1161;height:3054;rotation:-2627550fd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95,3054;26,2959;58,2737;375,2025;556,1547;706,869;893,339;1141,10;1017,396;930,713;819,1181;677,1693;432,2235;259,2717" o:connectangles="0,0,0,0,0,0,0,0,0,0,0,0,0,0"/>
                      </v:shape>
                      <v:shape id="Freeform 235" o:spid="_x0000_s1031" style="position:absolute;left:7438;top:6880;width:1158;height:3369;rotation:-2627550fd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3038;158,2591;424,2012;596,1378;689,1037;870,399;1000,14;1150,487;1049,989;648,1827;348,2449;181,2853;144,3369" o:connectangles="0,0,0,0,0,0,0,0,0,0,0,0,0"/>
                      </v:shape>
                      <v:shape id="Freeform 236" o:spid="_x0000_s1032" style="position:absolute;left:6032;top:4064;width:1313;height:6831;rotation:-2627550fd;visibility:visible;mso-wrap-style:square;v-text-anchor:top" coordsize="1094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" path="m269,490c258,413,163,,203,28v40,28,191,368,306,630c624,920,805,1362,893,1600v88,238,112,300,144,486c1069,2272,1094,2564,1087,2717v-7,153,-42,194,-93,288c943,3099,844,3159,778,3281v-66,122,-127,271,-183,459c539,3928,510,4187,439,4407v-71,220,-201,490,-268,653c104,5223,66,5301,39,5384,12,5467,,5510,10,5561v10,51,71,101,89,127e" filled="f" strokecolor="#333">
                        <v:path arrowok="t" o:connecttype="custom" o:connectlocs="323,588;244,34;611,790;1072,1922;1245,2505;1305,3263;1193,3609;934,3940;714,4492;527,5293;205,6077;47,6466;12,6678;119,6831" o:connectangles="0,0,0,0,0,0,0,0,0,0,0,0,0,0"/>
                      </v:shape>
                      <v:shape id="Freeform 237" o:spid="_x0000_s1033" style="position:absolute;left:2637;top:4725;width:1886;height:922;flip:x;visibility:visible;mso-wrap-style:square;v-text-anchor:top" coordsize="1886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" path="m1769,273c1786,234,1886,78,1877,39v-9,-39,-73,-15,-162,c1626,54,1504,84,1344,132,1184,180,909,252,756,325,604,398,556,468,430,568,303,667,88,848,,922e" filled="f" strokecolor="#333">
                        <v:path arrowok="t" o:connecttype="custom" o:connectlocs="1769,273;1877,39;1715,39;1344,132;756,325;430,568;0,922" o:connectangles="0,0,0,0,0,0,0"/>
                      </v:shape>
                      <v:shape id="Freeform 238" o:spid="_x0000_s1034" style="position:absolute;left:3972;top:3952;width:581;height:714;rotation:-2627550fd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564,697;486,596;371,440;303,274;268,164;221,127;25,6;72,90;212,268;385,498;564,697" o:connectangles="0,0,0,0,0,0,0,0,0,0,0"/>
                      </v:shape>
                      <v:shape id="Freeform 239" o:spid="_x0000_s1035" style="position:absolute;left:3776;top:5456;width:221;height:991;rotation:-2627550fd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8,213;104,583;157,974;177,686;205,303;209,198;131,144;18,11;18,213" o:connectangles="0,0,0,0,0,0,0,0,0"/>
                      </v:shape>
                      <v:shape id="Freeform 240" o:spid="_x0000_s1036" style="position:absolute;left:7227;top:5626;width:185;height:123;rotation:-2627550fd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" path="m146,102v-8,,-36,-44,-60,-60c62,26,,12,2,6,4,,76,,98,6v22,6,30,21,36,36c140,57,154,102,146,102xe" fillcolor="#ddd" stroked="f">
                        <v:path arrowok="t" o:connecttype="custom" o:connectlocs="175,123;103,51;2,7;118,7;161,51;175,123" o:connectangles="0,0,0,0,0,0"/>
                      </v:shape>
                      <v:shape id="Freeform 241" o:spid="_x0000_s1037" style="position:absolute;left:7581;top:6227;width:277;height:1091;rotation:-2627550fd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211,2;196,305;254,586;59,1039;30,895;240,593;182,442;146,290;211,2" o:connectangles="0,0,0,0,0,0,0,0,0"/>
                      </v:shape>
                      <v:shape id="Freeform 242" o:spid="_x0000_s1038" style="position:absolute;left:3177;top:4558;width:1199;height:738;rotation:-2627550fd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" path="m,614c29,524,57,436,144,350,231,264,381,158,523,100,665,42,899,21,998,e" filled="f" strokecolor="gray" strokeweight=".25pt">
                        <v:stroke dashstyle="1 1" endcap="round"/>
                        <v:path arrowok="t" o:connecttype="custom" o:connectlocs="0,738;173,421;628,120;1199,0" o:connectangles="0,0,0,0"/>
                      </v:shape>
                      <v:shape id="Freeform 243" o:spid="_x0000_s1039" style="position:absolute;left:1836;top:3480;width:6998;height:6597;visibility:visible;mso-wrap-style:square;v-text-anchor:top" coordsize="6998,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" path="m,c20,52,66,213,108,312v42,99,78,195,144,282c318,681,403,766,504,836v101,70,203,120,352,176c1005,1068,1211,1115,1396,1171v185,56,379,109,573,178c2161,1417,2317,1481,2551,1582v235,102,531,228,823,373c3664,2101,4059,2314,4301,2454v242,140,370,220,523,341c4976,2917,5114,3081,5215,3182v101,101,95,124,212,218c5543,3493,5787,3603,5913,3743v127,141,180,241,270,499c6272,4499,6377,4994,6451,5287v75,294,126,547,179,716c6683,6173,6707,6202,6768,6301v61,100,182,235,230,296e" filled="f" strokecolor="#333">
                        <v:path arrowok="t" o:connecttype="custom" o:connectlocs="0,0;108,312;252,594;504,836;856,1012;1396,1171;1969,1349;2551,1582;3374,1955;4301,2454;4824,2795;5215,3182;5427,3400;5913,3743;6183,4242;6451,5287;6630,6003;6768,6301;6998,6597" o:connectangles="0,0,0,0,0,0,0,0,0,0,0,0,0,0,0,0,0,0,0"/>
                      </v:shape>
                      <v:shape id="Freeform 244" o:spid="_x0000_s1040" style="position:absolute;left:9883;top:10500;width:279;height:166;rotation:-2627550fd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" path="m232,130v-12,,-45,8,-74,c129,122,83,101,57,79,31,57,12,16,,e" filled="f" strokecolor="gray">
                        <v:path arrowok="t" o:connecttype="custom" o:connectlocs="279,156;190,156;69,95;0,0" o:connectangles="0,0,0,0"/>
                      </v:shape>
                      <v:shape id="Freeform 245" o:spid="_x0000_s1041" style="position:absolute;left:8595;top:10612;width:681;height:675;rotation:-2627550fd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667,671;595,513;508,304;364,145;119,59;11,1;54,52;169,117;285,232;386,369;508,534;667,671" o:connectangles="0,0,0,0,0,0,0,0,0,0,0,0"/>
                      </v:shape>
                      <v:shape id="Freeform 246" o:spid="_x0000_s1042" style="position:absolute;left:10125;top:10553;width:119;height:63;rotation:-2627550fd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85,1;111,22;111,57;59,59;7,57;16,28;85,1" o:connectangles="0,0,0,0,0,0,0"/>
                      </v:shape>
                      <v:shape id="Freeform 247" o:spid="_x0000_s1043" style="position:absolute;left:3635;top:3396;width:6713;height:7680;visibility:visible;mso-wrap-style:square;v-text-anchor:top" coordsize="6715,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" path="m165,2690v212,115,427,227,599,286c936,3035,1016,3006,1201,3045v186,38,494,120,678,159c2063,3244,2161,3238,2303,3282v141,45,300,131,423,190c2850,3531,2982,3550,3043,3638v61,88,28,207,53,362c3120,4156,3135,4412,3185,4573v50,162,129,268,208,398c3472,5101,3559,5178,3659,5351v100,171,234,459,332,653c4091,6199,4201,6358,4255,6515v52,155,52,304,54,427c4312,7065,4258,7171,4273,7256v14,85,51,150,126,194c4474,7494,4629,7508,4721,7519v91,12,158,1,225,-1c5013,7517,5024,7493,5126,7508v102,15,320,78,431,99c5667,7626,5704,7612,5791,7624v87,12,199,56,286,53c6166,7673,6257,7638,6319,7605v60,-32,85,-96,123,-123c6479,7457,6505,7483,6547,7452v41,-33,125,-111,147,-162c6715,7239,6707,7169,6675,7145v-32,-23,-122,-2,-174,5c6450,7158,6410,7181,6363,7192v-48,10,-81,34,-149,20c6145,7198,6058,7165,5953,7103v-106,-61,-268,-187,-371,-261c5478,6767,5421,6770,5332,6656v-91,-113,-207,-304,-290,-500c4959,5961,4898,5731,4833,5483v-63,-247,-93,-517,-175,-812c4577,4376,4413,3939,4342,3713v-72,-226,-76,-236,-109,-398c4198,3152,4178,2886,4139,2735v-39,-153,-75,-252,-140,-334c3934,2317,3875,2319,3747,2235v-128,-84,-338,-226,-518,-336c3049,1790,2878,1683,2669,1579,2460,1476,2202,1367,1973,1280v-229,-87,-529,-175,-677,-221c1149,1012,1147,1029,1085,999,1023,970,985,926,923,883,861,840,801,802,715,735,629,668,501,550,408,480,315,410,224,392,156,312,88,232,32,65,,e" filled="f" strokecolor="gray" strokeweight="1pt">
                        <v:path arrowok="t" o:connecttype="custom" o:connectlocs="165,2690;764,2976;1201,3045;1878,3204;2302,3282;2725,3472;3042,3638;3095,4000;3184,4573;3392,4971;3658,5351;3990,6004;4254,6515;4308,6942;4272,7256;4398,7450;4720,7519;4945,7518;5124,7508;5555,7607;5789,7624;6075,7677;6317,7605;6440,7482;6545,7452;6692,7290;6673,7145;6499,7150;6361,7192;6212,7212;5951,7103;5580,6842;5330,6656;5040,6156;4832,5483;4657,4671;4341,3713;4232,3315;4138,2735;3998,2401;3746,2235;3228,1899;2668,1579;1972,1280;1296,1059;1085,999;923,883;715,735;408,480;156,312;0,0" o:connectangles="0,0,0,0,0,0,0,0,0,0,0,0,0,0,0,0,0,0,0,0,0,0,0,0,0,0,0,0,0,0,0,0,0,0,0,0,0,0,0,0,0,0,0,0,0,0,0,0,0,0,0"/>
                      </v:shape>
                      <v:shape id="Freeform 248" o:spid="_x0000_s1044" style="position:absolute;left:1836;top:4476;width:157;height:768;visibility:visible;mso-wrap-style:square;v-text-anchor:top" coordsize="157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" path="m157,c144,9,103,22,80,53,57,84,32,121,19,186,6,251,,347,1,444v1,97,18,257,23,324e" filled="f" strokecolor="gray">
                        <v:path arrowok="t" o:connecttype="custom" o:connectlocs="157,0;80,53;19,186;1,444;24,768" o:connectangles="0,0,0,0,0"/>
                      </v:shape>
                      <v:shape id="Freeform 249" o:spid="_x0000_s1045" style="position:absolute;left:1602;top:4991;width:174;height:343;flip:x;visibility:visible;mso-wrap-style:square;v-text-anchor:top" coordsize="174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" path="m,289c7,246,36,60,55,30,74,,97,55,117,107v20,52,45,187,57,236e" filled="f" strokecolor="gray">
                        <v:path arrowok="t" o:connecttype="custom" o:connectlocs="0,289;55,30;117,107;174,343" o:connectangles="0,0,0,0"/>
                      </v:shape>
                      <v:shape id="Freeform 250" o:spid="_x0000_s1046" style="position:absolute;left:1954;top:4466;width:700;height:557;flip:x;visibility:visible;mso-wrap-style:square;v-text-anchor:top" coordsize="70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" path="m,557c40,487,81,417,122,358,163,299,197,251,249,202,301,153,375,98,434,65,493,32,558,10,602,5v44,-5,71,11,98,27e" filled="f">
                        <v:path arrowok="t" o:connecttype="custom" o:connectlocs="0,557;122,358;249,202;434,65;602,5;700,32" o:connectangles="0,0,0,0,0,0"/>
                      </v:shape>
                      <v:shape id="Freeform 251" o:spid="_x0000_s1047" style="position:absolute;left:1560;top:3552;width:144;height:965;visibility:visible;mso-wrap-style:square;v-text-anchor:top" coordsize="144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" path="m,c20,64,86,277,109,384v23,107,27,181,31,257c144,717,135,784,131,838v-4,54,-9,90,-15,127e" filled="f">
                        <v:path arrowok="t" o:connecttype="custom" o:connectlocs="0,0;109,384;140,641;131,838;116,965" o:connectangles="0,0,0,0,0"/>
                      </v:shape>
                      <v:shape id="Freeform 252" o:spid="_x0000_s1048" style="position:absolute;left:1470;top:4494;width:210;height:750;flip:x;visibility:visible;mso-wrap-style:square;v-text-anchor:top" coordsize="21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" path="m,c9,39,28,141,54,234v26,93,76,238,102,324c182,644,196,700,210,750e" filled="f" strokecolor="gray">
                        <v:path arrowok="t" o:connecttype="custom" o:connectlocs="0,0;54,234;156,558;210,750" o:connectangles="0,0,0,0"/>
                      </v:shape>
                    </v:group>
                  </w:pict>
                </mc:Fallback>
              </mc:AlternateContent>
            </w:r>
            <w:r w:rsidR="0034322A" w:rsidRPr="006015A1">
              <w:rPr>
                <w:rFonts w:ascii="Arial" w:hAnsi="Arial"/>
                <w:b/>
                <w:bCs/>
                <w:sz w:val="18"/>
                <w:szCs w:val="20"/>
              </w:rPr>
              <w:t>Left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</w:t>
            </w:r>
            <w:r w:rsidR="00CF5D0F" w:rsidRPr="006015A1">
              <w:rPr>
                <w:rFonts w:ascii="Arial" w:hAnsi="Arial"/>
                <w:b/>
                <w:bCs/>
                <w:sz w:val="18"/>
                <w:szCs w:val="20"/>
              </w:rPr>
              <w:t>Lower</w:t>
            </w:r>
            <w:r w:rsidR="00572033" w:rsidRPr="006015A1">
              <w:rPr>
                <w:rFonts w:ascii="Arial" w:hAnsi="Arial"/>
                <w:b/>
                <w:bCs/>
                <w:sz w:val="18"/>
                <w:szCs w:val="20"/>
              </w:rPr>
              <w:t xml:space="preserve"> Extremity Arterial Duplex</w:t>
            </w:r>
          </w:p>
        </w:tc>
      </w:tr>
      <w:tr w:rsidR="009A34D2" w:rsidRPr="006015A1" w:rsidTr="006015A1">
        <w:trPr>
          <w:gridAfter w:val="1"/>
          <w:wAfter w:w="13" w:type="dxa"/>
          <w:trHeight w:val="7938"/>
        </w:trPr>
        <w:tc>
          <w:tcPr>
            <w:tcW w:w="974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6015A1" w:rsidRDefault="00353F91" w:rsidP="006015A1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3781425</wp:posOffset>
                      </wp:positionH>
                      <wp:positionV relativeFrom="paragraph">
                        <wp:posOffset>2181225</wp:posOffset>
                      </wp:positionV>
                      <wp:extent cx="135255" cy="261620"/>
                      <wp:effectExtent l="24765" t="40005" r="30480" b="12700"/>
                      <wp:wrapNone/>
                      <wp:docPr id="48" name="Freeform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5255" cy="261620"/>
                              </a:xfrm>
                              <a:custGeom>
                                <a:avLst/>
                                <a:gdLst>
                                  <a:gd name="T0" fmla="*/ 0 w 213"/>
                                  <a:gd name="T1" fmla="*/ 0 h 412"/>
                                  <a:gd name="T2" fmla="*/ 33 w 213"/>
                                  <a:gd name="T3" fmla="*/ 39 h 412"/>
                                  <a:gd name="T4" fmla="*/ 63 w 213"/>
                                  <a:gd name="T5" fmla="*/ 72 h 412"/>
                                  <a:gd name="T6" fmla="*/ 96 w 213"/>
                                  <a:gd name="T7" fmla="*/ 66 h 412"/>
                                  <a:gd name="T8" fmla="*/ 111 w 213"/>
                                  <a:gd name="T9" fmla="*/ 39 h 412"/>
                                  <a:gd name="T10" fmla="*/ 123 w 213"/>
                                  <a:gd name="T11" fmla="*/ 0 h 412"/>
                                  <a:gd name="T12" fmla="*/ 213 w 213"/>
                                  <a:gd name="T13" fmla="*/ 281 h 412"/>
                                  <a:gd name="T14" fmla="*/ 159 w 213"/>
                                  <a:gd name="T15" fmla="*/ 186 h 412"/>
                                  <a:gd name="T16" fmla="*/ 130 w 213"/>
                                  <a:gd name="T17" fmla="*/ 145 h 412"/>
                                  <a:gd name="T18" fmla="*/ 97 w 213"/>
                                  <a:gd name="T19" fmla="*/ 164 h 412"/>
                                  <a:gd name="T20" fmla="*/ 111 w 213"/>
                                  <a:gd name="T21" fmla="*/ 210 h 412"/>
                                  <a:gd name="T22" fmla="*/ 111 w 213"/>
                                  <a:gd name="T23" fmla="*/ 234 h 412"/>
                                  <a:gd name="T24" fmla="*/ 92 w 213"/>
                                  <a:gd name="T25" fmla="*/ 412 h 412"/>
                                  <a:gd name="T26" fmla="*/ 92 w 213"/>
                                  <a:gd name="T27" fmla="*/ 257 h 412"/>
                                  <a:gd name="T28" fmla="*/ 62 w 213"/>
                                  <a:gd name="T29" fmla="*/ 132 h 412"/>
                                  <a:gd name="T30" fmla="*/ 0 w 213"/>
                                  <a:gd name="T31" fmla="*/ 0 h 4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213" h="412">
                                    <a:moveTo>
                                      <a:pt x="0" y="0"/>
                                    </a:moveTo>
                                    <a:lnTo>
                                      <a:pt x="33" y="39"/>
                                    </a:lnTo>
                                    <a:lnTo>
                                      <a:pt x="63" y="72"/>
                                    </a:lnTo>
                                    <a:lnTo>
                                      <a:pt x="96" y="66"/>
                                    </a:lnTo>
                                    <a:lnTo>
                                      <a:pt x="111" y="39"/>
                                    </a:lnTo>
                                    <a:lnTo>
                                      <a:pt x="123" y="0"/>
                                    </a:lnTo>
                                    <a:lnTo>
                                      <a:pt x="213" y="281"/>
                                    </a:lnTo>
                                    <a:lnTo>
                                      <a:pt x="159" y="186"/>
                                    </a:lnTo>
                                    <a:lnTo>
                                      <a:pt x="130" y="145"/>
                                    </a:lnTo>
                                    <a:lnTo>
                                      <a:pt x="97" y="164"/>
                                    </a:lnTo>
                                    <a:lnTo>
                                      <a:pt x="111" y="210"/>
                                    </a:lnTo>
                                    <a:lnTo>
                                      <a:pt x="111" y="234"/>
                                    </a:lnTo>
                                    <a:lnTo>
                                      <a:pt x="92" y="412"/>
                                    </a:lnTo>
                                    <a:lnTo>
                                      <a:pt x="92" y="257"/>
                                    </a:lnTo>
                                    <a:lnTo>
                                      <a:pt x="62" y="13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50B08C" id="Freeform 464" o:spid="_x0000_s1026" style="position:absolute;margin-left:297.75pt;margin-top:171.75pt;width:10.65pt;height:20.6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3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" path="m,l33,39,63,72,96,66,111,39,123,r90,281l159,186,130,145,97,164r14,46l111,234,92,412r,-155l62,132,,xe" fillcolor="#333">
                      <v:path arrowok="t" o:connecttype="custom" o:connectlocs="0,0;20955,24765;40005,45720;60960,41910;70485,24765;78105,0;135255,178435;100965,118110;82550,92075;61595,104140;70485,133350;70485,148590;58420,261620;58420,163195;39370,83820;0,0" o:connectangles="0,0,0,0,0,0,0,0,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4215765</wp:posOffset>
                      </wp:positionV>
                      <wp:extent cx="1344930" cy="716280"/>
                      <wp:effectExtent l="0" t="0" r="0" b="0"/>
                      <wp:wrapNone/>
                      <wp:docPr id="47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493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T……...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Triphasic</w:t>
                                  </w:r>
                                  <w:proofErr w:type="spellEnd"/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B……....Biphasic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br/>
                                    <w:t>M….Monophasic</w:t>
                                  </w:r>
                                </w:p>
                                <w:p w:rsidR="00F8647F" w:rsidRDefault="00F8647F" w:rsidP="00F8647F">
                                  <w:pP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O…..…Occluded</w:t>
                                  </w:r>
                                </w:p>
                                <w:p w:rsidR="00F8647F" w:rsidRPr="00C2328A" w:rsidRDefault="00F8647F" w:rsidP="00F8647F">
                                  <w:pPr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  <w:p w:rsidR="00E21820" w:rsidRPr="00F8647F" w:rsidRDefault="00E21820" w:rsidP="00F8647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8" o:spid="_x0000_s1026" type="#_x0000_t202" style="position:absolute;left:0;text-align:left;margin-left:252.3pt;margin-top:331.95pt;width:105.9pt;height:56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" filled="f" stroked="f" strokecolor="gray" strokeweight=".25pt">
                      <v:stroke dashstyle="1 1" endcap="round"/>
                      <v:textbox>
                        <w:txbxContent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T……...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Triphasic</w:t>
                            </w:r>
                            <w:proofErr w:type="spellEnd"/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B……....Biphasic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br/>
                              <w:t>M….Monophasic</w:t>
                            </w:r>
                          </w:p>
                          <w:p w:rsidR="00F8647F" w:rsidRDefault="00F8647F" w:rsidP="00F8647F">
                            <w:pP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O…..…Occluded</w:t>
                            </w:r>
                          </w:p>
                          <w:p w:rsidR="00F8647F" w:rsidRPr="00C2328A" w:rsidRDefault="00F8647F" w:rsidP="00F8647F">
                            <w:pPr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  <w:p w:rsidR="00E21820" w:rsidRPr="00F8647F" w:rsidRDefault="00E21820" w:rsidP="00F8647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6993" behindDoc="0" locked="0" layoutInCell="1" allowOverlap="1">
                      <wp:simplePos x="0" y="0"/>
                      <wp:positionH relativeFrom="column">
                        <wp:posOffset>3835400</wp:posOffset>
                      </wp:positionH>
                      <wp:positionV relativeFrom="paragraph">
                        <wp:posOffset>2358390</wp:posOffset>
                      </wp:positionV>
                      <wp:extent cx="781685" cy="1991360"/>
                      <wp:effectExtent l="12065" t="17145" r="6350" b="10795"/>
                      <wp:wrapNone/>
                      <wp:docPr id="46" name="Freeform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81685" cy="1991360"/>
                              </a:xfrm>
                              <a:custGeom>
                                <a:avLst/>
                                <a:gdLst>
                                  <a:gd name="T0" fmla="*/ 1231 w 1231"/>
                                  <a:gd name="T1" fmla="*/ 3084 h 3136"/>
                                  <a:gd name="T2" fmla="*/ 1231 w 1231"/>
                                  <a:gd name="T3" fmla="*/ 3136 h 3136"/>
                                  <a:gd name="T4" fmla="*/ 1127 w 1231"/>
                                  <a:gd name="T5" fmla="*/ 3120 h 3136"/>
                                  <a:gd name="T6" fmla="*/ 1043 w 1231"/>
                                  <a:gd name="T7" fmla="*/ 3073 h 3136"/>
                                  <a:gd name="T8" fmla="*/ 970 w 1231"/>
                                  <a:gd name="T9" fmla="*/ 2938 h 3136"/>
                                  <a:gd name="T10" fmla="*/ 809 w 1231"/>
                                  <a:gd name="T11" fmla="*/ 2437 h 3136"/>
                                  <a:gd name="T12" fmla="*/ 668 w 1231"/>
                                  <a:gd name="T13" fmla="*/ 1967 h 3136"/>
                                  <a:gd name="T14" fmla="*/ 553 w 1231"/>
                                  <a:gd name="T15" fmla="*/ 1665 h 3136"/>
                                  <a:gd name="T16" fmla="*/ 464 w 1231"/>
                                  <a:gd name="T17" fmla="*/ 1477 h 3136"/>
                                  <a:gd name="T18" fmla="*/ 318 w 1231"/>
                                  <a:gd name="T19" fmla="*/ 1216 h 3136"/>
                                  <a:gd name="T20" fmla="*/ 146 w 1231"/>
                                  <a:gd name="T21" fmla="*/ 846 h 3136"/>
                                  <a:gd name="T22" fmla="*/ 31 w 1231"/>
                                  <a:gd name="T23" fmla="*/ 506 h 3136"/>
                                  <a:gd name="T24" fmla="*/ 0 w 1231"/>
                                  <a:gd name="T25" fmla="*/ 340 h 3136"/>
                                  <a:gd name="T26" fmla="*/ 0 w 1231"/>
                                  <a:gd name="T27" fmla="*/ 167 h 3136"/>
                                  <a:gd name="T28" fmla="*/ 0 w 1231"/>
                                  <a:gd name="T29" fmla="*/ 0 h 3136"/>
                                  <a:gd name="T30" fmla="*/ 36 w 1231"/>
                                  <a:gd name="T31" fmla="*/ 32 h 3136"/>
                                  <a:gd name="T32" fmla="*/ 89 w 1231"/>
                                  <a:gd name="T33" fmla="*/ 73 h 3136"/>
                                  <a:gd name="T34" fmla="*/ 68 w 1231"/>
                                  <a:gd name="T35" fmla="*/ 141 h 3136"/>
                                  <a:gd name="T36" fmla="*/ 94 w 1231"/>
                                  <a:gd name="T37" fmla="*/ 418 h 3136"/>
                                  <a:gd name="T38" fmla="*/ 136 w 1231"/>
                                  <a:gd name="T39" fmla="*/ 600 h 3136"/>
                                  <a:gd name="T40" fmla="*/ 271 w 1231"/>
                                  <a:gd name="T41" fmla="*/ 945 h 3136"/>
                                  <a:gd name="T42" fmla="*/ 469 w 1231"/>
                                  <a:gd name="T43" fmla="*/ 1336 h 3136"/>
                                  <a:gd name="T44" fmla="*/ 579 w 1231"/>
                                  <a:gd name="T45" fmla="*/ 1529 h 3136"/>
                                  <a:gd name="T46" fmla="*/ 652 w 1231"/>
                                  <a:gd name="T47" fmla="*/ 1701 h 3136"/>
                                  <a:gd name="T48" fmla="*/ 741 w 1231"/>
                                  <a:gd name="T49" fmla="*/ 1946 h 3136"/>
                                  <a:gd name="T50" fmla="*/ 882 w 1231"/>
                                  <a:gd name="T51" fmla="*/ 2432 h 3136"/>
                                  <a:gd name="T52" fmla="*/ 981 w 1231"/>
                                  <a:gd name="T53" fmla="*/ 2771 h 3136"/>
                                  <a:gd name="T54" fmla="*/ 1028 w 1231"/>
                                  <a:gd name="T55" fmla="*/ 2912 h 3136"/>
                                  <a:gd name="T56" fmla="*/ 1075 w 1231"/>
                                  <a:gd name="T57" fmla="*/ 3000 h 3136"/>
                                  <a:gd name="T58" fmla="*/ 1116 w 1231"/>
                                  <a:gd name="T59" fmla="*/ 3042 h 3136"/>
                                  <a:gd name="T60" fmla="*/ 1169 w 1231"/>
                                  <a:gd name="T61" fmla="*/ 3079 h 3136"/>
                                  <a:gd name="T62" fmla="*/ 1231 w 1231"/>
                                  <a:gd name="T63" fmla="*/ 3084 h 31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1231" h="3136">
                                    <a:moveTo>
                                      <a:pt x="1231" y="3084"/>
                                    </a:moveTo>
                                    <a:lnTo>
                                      <a:pt x="1231" y="3136"/>
                                    </a:lnTo>
                                    <a:lnTo>
                                      <a:pt x="1127" y="3120"/>
                                    </a:lnTo>
                                    <a:lnTo>
                                      <a:pt x="1043" y="3073"/>
                                    </a:lnTo>
                                    <a:lnTo>
                                      <a:pt x="970" y="2938"/>
                                    </a:lnTo>
                                    <a:lnTo>
                                      <a:pt x="809" y="2437"/>
                                    </a:lnTo>
                                    <a:lnTo>
                                      <a:pt x="668" y="1967"/>
                                    </a:lnTo>
                                    <a:lnTo>
                                      <a:pt x="553" y="1665"/>
                                    </a:lnTo>
                                    <a:lnTo>
                                      <a:pt x="464" y="1477"/>
                                    </a:lnTo>
                                    <a:lnTo>
                                      <a:pt x="318" y="1216"/>
                                    </a:lnTo>
                                    <a:lnTo>
                                      <a:pt x="146" y="846"/>
                                    </a:lnTo>
                                    <a:lnTo>
                                      <a:pt x="31" y="506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16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36" y="32"/>
                                    </a:lnTo>
                                    <a:lnTo>
                                      <a:pt x="89" y="73"/>
                                    </a:lnTo>
                                    <a:lnTo>
                                      <a:pt x="68" y="141"/>
                                    </a:lnTo>
                                    <a:lnTo>
                                      <a:pt x="94" y="418"/>
                                    </a:lnTo>
                                    <a:lnTo>
                                      <a:pt x="136" y="600"/>
                                    </a:lnTo>
                                    <a:lnTo>
                                      <a:pt x="271" y="945"/>
                                    </a:lnTo>
                                    <a:lnTo>
                                      <a:pt x="469" y="1336"/>
                                    </a:lnTo>
                                    <a:lnTo>
                                      <a:pt x="579" y="1529"/>
                                    </a:lnTo>
                                    <a:lnTo>
                                      <a:pt x="652" y="1701"/>
                                    </a:lnTo>
                                    <a:lnTo>
                                      <a:pt x="741" y="1946"/>
                                    </a:lnTo>
                                    <a:lnTo>
                                      <a:pt x="882" y="2432"/>
                                    </a:lnTo>
                                    <a:lnTo>
                                      <a:pt x="981" y="2771"/>
                                    </a:lnTo>
                                    <a:lnTo>
                                      <a:pt x="1028" y="2912"/>
                                    </a:lnTo>
                                    <a:lnTo>
                                      <a:pt x="1075" y="3000"/>
                                    </a:lnTo>
                                    <a:lnTo>
                                      <a:pt x="1116" y="3042"/>
                                    </a:lnTo>
                                    <a:lnTo>
                                      <a:pt x="1169" y="3079"/>
                                    </a:lnTo>
                                    <a:lnTo>
                                      <a:pt x="1231" y="30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454683" id="Freeform 481" o:spid="_x0000_s1026" style="position:absolute;margin-left:302pt;margin-top:185.7pt;width:61.55pt;height:156.8pt;z-index:2516269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1,3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" path="m1231,3084r,52l1127,3120r-84,-47l970,2938,809,2437,668,1967,553,1665,464,1477,318,1216,146,846,31,506,,340,,167,,,36,32,89,73,68,141,94,418r42,182l271,945r198,391l579,1529r73,172l741,1946r141,486l981,2771r47,141l1075,3000r41,42l1169,3079r62,5xe" fillcolor="#333">
                      <v:path arrowok="t" o:connecttype="custom" o:connectlocs="781685,1958340;781685,1991360;715645,1981200;662305,1951355;615950,1865630;513715,1547495;424180,1249045;351155,1057275;294640,937895;201930,772160;92710,537210;19685,321310;0,215900;0,106045;0,0;22860,20320;56515,46355;43180,89535;59690,265430;86360,381000;172085,600075;297815,848360;367665,970915;414020,1080135;470535,1235710;560070,1544320;622935,1759585;652780,1849120;682625,1905000;708660,1931670;742315,1955165;781685,1958340" o:connectangles="0,0,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3931920</wp:posOffset>
                      </wp:positionH>
                      <wp:positionV relativeFrom="paragraph">
                        <wp:posOffset>2371725</wp:posOffset>
                      </wp:positionV>
                      <wp:extent cx="97155" cy="224790"/>
                      <wp:effectExtent l="32385" t="78105" r="22860" b="40005"/>
                      <wp:wrapNone/>
                      <wp:docPr id="45" name="Freeform 4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7155" cy="224790"/>
                              </a:xfrm>
                              <a:custGeom>
                                <a:avLst/>
                                <a:gdLst>
                                  <a:gd name="T0" fmla="*/ 0 w 153"/>
                                  <a:gd name="T1" fmla="*/ 0 h 354"/>
                                  <a:gd name="T2" fmla="*/ 36 w 153"/>
                                  <a:gd name="T3" fmla="*/ 129 h 354"/>
                                  <a:gd name="T4" fmla="*/ 48 w 153"/>
                                  <a:gd name="T5" fmla="*/ 174 h 354"/>
                                  <a:gd name="T6" fmla="*/ 55 w 153"/>
                                  <a:gd name="T7" fmla="*/ 229 h 354"/>
                                  <a:gd name="T8" fmla="*/ 87 w 153"/>
                                  <a:gd name="T9" fmla="*/ 274 h 354"/>
                                  <a:gd name="T10" fmla="*/ 153 w 153"/>
                                  <a:gd name="T11" fmla="*/ 354 h 354"/>
                                  <a:gd name="T12" fmla="*/ 0 w 153"/>
                                  <a:gd name="T13" fmla="*/ 0 h 3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53" h="354">
                                    <a:moveTo>
                                      <a:pt x="0" y="0"/>
                                    </a:moveTo>
                                    <a:lnTo>
                                      <a:pt x="36" y="129"/>
                                    </a:lnTo>
                                    <a:lnTo>
                                      <a:pt x="48" y="174"/>
                                    </a:lnTo>
                                    <a:lnTo>
                                      <a:pt x="55" y="229"/>
                                    </a:lnTo>
                                    <a:lnTo>
                                      <a:pt x="87" y="274"/>
                                    </a:lnTo>
                                    <a:lnTo>
                                      <a:pt x="153" y="35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1A2E8" id="Freeform 465" o:spid="_x0000_s1026" style="position:absolute;margin-left:309.6pt;margin-top:186.75pt;width:7.65pt;height:17.7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3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" path="m,l36,129r12,45l55,229r32,45l153,354,,xe" fillcolor="#333">
                      <v:path arrowok="t" o:connecttype="custom" o:connectlocs="0,0;22860,81915;30480,110490;34925,145415;55245,173990;97155,224790;0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8018" behindDoc="0" locked="0" layoutInCell="1" allowOverlap="1">
                      <wp:simplePos x="0" y="0"/>
                      <wp:positionH relativeFrom="column">
                        <wp:posOffset>3860800</wp:posOffset>
                      </wp:positionH>
                      <wp:positionV relativeFrom="paragraph">
                        <wp:posOffset>2178685</wp:posOffset>
                      </wp:positionV>
                      <wp:extent cx="949325" cy="1978025"/>
                      <wp:effectExtent l="56515" t="27940" r="60960" b="13335"/>
                      <wp:wrapNone/>
                      <wp:docPr id="44" name="Freeform 4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9325" cy="1978025"/>
                              </a:xfrm>
                              <a:custGeom>
                                <a:avLst/>
                                <a:gdLst>
                                  <a:gd name="T0" fmla="*/ 0 w 1495"/>
                                  <a:gd name="T1" fmla="*/ 0 h 3115"/>
                                  <a:gd name="T2" fmla="*/ 106 w 1495"/>
                                  <a:gd name="T3" fmla="*/ 28 h 3115"/>
                                  <a:gd name="T4" fmla="*/ 212 w 1495"/>
                                  <a:gd name="T5" fmla="*/ 83 h 3115"/>
                                  <a:gd name="T6" fmla="*/ 388 w 1495"/>
                                  <a:gd name="T7" fmla="*/ 217 h 3115"/>
                                  <a:gd name="T8" fmla="*/ 517 w 1495"/>
                                  <a:gd name="T9" fmla="*/ 364 h 3115"/>
                                  <a:gd name="T10" fmla="*/ 600 w 1495"/>
                                  <a:gd name="T11" fmla="*/ 526 h 3115"/>
                                  <a:gd name="T12" fmla="*/ 641 w 1495"/>
                                  <a:gd name="T13" fmla="*/ 618 h 3115"/>
                                  <a:gd name="T14" fmla="*/ 711 w 1495"/>
                                  <a:gd name="T15" fmla="*/ 826 h 3115"/>
                                  <a:gd name="T16" fmla="*/ 789 w 1495"/>
                                  <a:gd name="T17" fmla="*/ 1108 h 3115"/>
                                  <a:gd name="T18" fmla="*/ 928 w 1495"/>
                                  <a:gd name="T19" fmla="*/ 1684 h 3115"/>
                                  <a:gd name="T20" fmla="*/ 997 w 1495"/>
                                  <a:gd name="T21" fmla="*/ 1943 h 3115"/>
                                  <a:gd name="T22" fmla="*/ 1052 w 1495"/>
                                  <a:gd name="T23" fmla="*/ 2169 h 3115"/>
                                  <a:gd name="T24" fmla="*/ 1098 w 1495"/>
                                  <a:gd name="T25" fmla="*/ 2363 h 3115"/>
                                  <a:gd name="T26" fmla="*/ 1158 w 1495"/>
                                  <a:gd name="T27" fmla="*/ 2557 h 3115"/>
                                  <a:gd name="T28" fmla="*/ 1214 w 1495"/>
                                  <a:gd name="T29" fmla="*/ 2691 h 3115"/>
                                  <a:gd name="T30" fmla="*/ 1297 w 1495"/>
                                  <a:gd name="T31" fmla="*/ 2824 h 3115"/>
                                  <a:gd name="T32" fmla="*/ 1421 w 1495"/>
                                  <a:gd name="T33" fmla="*/ 2995 h 3115"/>
                                  <a:gd name="T34" fmla="*/ 1495 w 1495"/>
                                  <a:gd name="T35" fmla="*/ 3115 h 3115"/>
                                  <a:gd name="T36" fmla="*/ 1264 w 1495"/>
                                  <a:gd name="T37" fmla="*/ 2811 h 3115"/>
                                  <a:gd name="T38" fmla="*/ 1163 w 1495"/>
                                  <a:gd name="T39" fmla="*/ 2635 h 3115"/>
                                  <a:gd name="T40" fmla="*/ 1094 w 1495"/>
                                  <a:gd name="T41" fmla="*/ 2395 h 3115"/>
                                  <a:gd name="T42" fmla="*/ 960 w 1495"/>
                                  <a:gd name="T43" fmla="*/ 1874 h 3115"/>
                                  <a:gd name="T44" fmla="*/ 821 w 1495"/>
                                  <a:gd name="T45" fmla="*/ 1329 h 3115"/>
                                  <a:gd name="T46" fmla="*/ 669 w 1495"/>
                                  <a:gd name="T47" fmla="*/ 752 h 3115"/>
                                  <a:gd name="T48" fmla="*/ 521 w 1495"/>
                                  <a:gd name="T49" fmla="*/ 406 h 3115"/>
                                  <a:gd name="T50" fmla="*/ 355 w 1495"/>
                                  <a:gd name="T51" fmla="*/ 212 h 3115"/>
                                  <a:gd name="T52" fmla="*/ 148 w 1495"/>
                                  <a:gd name="T53" fmla="*/ 69 h 3115"/>
                                  <a:gd name="T54" fmla="*/ 0 w 1495"/>
                                  <a:gd name="T55" fmla="*/ 0 h 3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495" h="3115">
                                    <a:moveTo>
                                      <a:pt x="0" y="0"/>
                                    </a:moveTo>
                                    <a:lnTo>
                                      <a:pt x="106" y="28"/>
                                    </a:lnTo>
                                    <a:lnTo>
                                      <a:pt x="212" y="83"/>
                                    </a:lnTo>
                                    <a:lnTo>
                                      <a:pt x="388" y="217"/>
                                    </a:lnTo>
                                    <a:lnTo>
                                      <a:pt x="517" y="364"/>
                                    </a:lnTo>
                                    <a:lnTo>
                                      <a:pt x="600" y="526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711" y="826"/>
                                    </a:lnTo>
                                    <a:lnTo>
                                      <a:pt x="789" y="1108"/>
                                    </a:lnTo>
                                    <a:lnTo>
                                      <a:pt x="928" y="1684"/>
                                    </a:lnTo>
                                    <a:lnTo>
                                      <a:pt x="997" y="1943"/>
                                    </a:lnTo>
                                    <a:lnTo>
                                      <a:pt x="1052" y="2169"/>
                                    </a:lnTo>
                                    <a:lnTo>
                                      <a:pt x="1098" y="2363"/>
                                    </a:lnTo>
                                    <a:lnTo>
                                      <a:pt x="1158" y="2557"/>
                                    </a:lnTo>
                                    <a:lnTo>
                                      <a:pt x="1214" y="2691"/>
                                    </a:lnTo>
                                    <a:lnTo>
                                      <a:pt x="1297" y="2824"/>
                                    </a:lnTo>
                                    <a:lnTo>
                                      <a:pt x="1421" y="2995"/>
                                    </a:lnTo>
                                    <a:lnTo>
                                      <a:pt x="1495" y="3115"/>
                                    </a:lnTo>
                                    <a:lnTo>
                                      <a:pt x="1264" y="2811"/>
                                    </a:lnTo>
                                    <a:lnTo>
                                      <a:pt x="1163" y="2635"/>
                                    </a:lnTo>
                                    <a:lnTo>
                                      <a:pt x="1094" y="2395"/>
                                    </a:lnTo>
                                    <a:lnTo>
                                      <a:pt x="960" y="1874"/>
                                    </a:lnTo>
                                    <a:lnTo>
                                      <a:pt x="821" y="1329"/>
                                    </a:lnTo>
                                    <a:lnTo>
                                      <a:pt x="669" y="752"/>
                                    </a:lnTo>
                                    <a:lnTo>
                                      <a:pt x="521" y="406"/>
                                    </a:lnTo>
                                    <a:lnTo>
                                      <a:pt x="355" y="212"/>
                                    </a:lnTo>
                                    <a:lnTo>
                                      <a:pt x="148" y="6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13F58D" id="Freeform 480" o:spid="_x0000_s1026" style="position:absolute;margin-left:304pt;margin-top:171.55pt;width:74.75pt;height:155.75pt;z-index:2516280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5,3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" path="m,l106,28,212,83,388,217,517,364r83,162l641,618r70,208l789,1108r139,576l997,1943r55,226l1098,2363r60,194l1214,2691r83,133l1421,2995r74,120l1264,2811,1163,2635r-69,-240l960,1874,821,1329,669,752,521,406,355,212,148,69,,xe" fillcolor="#333">
                      <v:path arrowok="t" o:connecttype="custom" o:connectlocs="0,0;67310,17780;134620,52705;246380,137795;328295,231140;381000,334010;407035,392430;451485,524510;501015,703580;589280,1069340;633095,1233805;668020,1377315;697230,1500505;735330,1623695;770890,1708785;823595,1793240;902335,1901825;949325,1978025;802640,1784985;738505,1673225;694690,1520825;609600,1189990;521335,843915;424815,477520;330835,257810;225425,134620;93980,43815;0,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29043" behindDoc="0" locked="0" layoutInCell="1" allowOverlap="1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2131695</wp:posOffset>
                      </wp:positionV>
                      <wp:extent cx="952500" cy="1995805"/>
                      <wp:effectExtent l="62230" t="47625" r="52070" b="52070"/>
                      <wp:wrapNone/>
                      <wp:docPr id="43" name="Freeform 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0" cy="1995805"/>
                              </a:xfrm>
                              <a:custGeom>
                                <a:avLst/>
                                <a:gdLst>
                                  <a:gd name="T0" fmla="*/ 0 w 1500"/>
                                  <a:gd name="T1" fmla="*/ 0 h 3143"/>
                                  <a:gd name="T2" fmla="*/ 92 w 1500"/>
                                  <a:gd name="T3" fmla="*/ 74 h 3143"/>
                                  <a:gd name="T4" fmla="*/ 259 w 1500"/>
                                  <a:gd name="T5" fmla="*/ 185 h 3143"/>
                                  <a:gd name="T6" fmla="*/ 411 w 1500"/>
                                  <a:gd name="T7" fmla="*/ 328 h 3143"/>
                                  <a:gd name="T8" fmla="*/ 508 w 1500"/>
                                  <a:gd name="T9" fmla="*/ 443 h 3143"/>
                                  <a:gd name="T10" fmla="*/ 632 w 1500"/>
                                  <a:gd name="T11" fmla="*/ 738 h 3143"/>
                                  <a:gd name="T12" fmla="*/ 702 w 1500"/>
                                  <a:gd name="T13" fmla="*/ 937 h 3143"/>
                                  <a:gd name="T14" fmla="*/ 831 w 1500"/>
                                  <a:gd name="T15" fmla="*/ 1445 h 3143"/>
                                  <a:gd name="T16" fmla="*/ 965 w 1500"/>
                                  <a:gd name="T17" fmla="*/ 1966 h 3143"/>
                                  <a:gd name="T18" fmla="*/ 1062 w 1500"/>
                                  <a:gd name="T19" fmla="*/ 2400 h 3143"/>
                                  <a:gd name="T20" fmla="*/ 1135 w 1500"/>
                                  <a:gd name="T21" fmla="*/ 2631 h 3143"/>
                                  <a:gd name="T22" fmla="*/ 1172 w 1500"/>
                                  <a:gd name="T23" fmla="*/ 2732 h 3143"/>
                                  <a:gd name="T24" fmla="*/ 1228 w 1500"/>
                                  <a:gd name="T25" fmla="*/ 2820 h 3143"/>
                                  <a:gd name="T26" fmla="*/ 1357 w 1500"/>
                                  <a:gd name="T27" fmla="*/ 3014 h 3143"/>
                                  <a:gd name="T28" fmla="*/ 1500 w 1500"/>
                                  <a:gd name="T29" fmla="*/ 3143 h 3143"/>
                                  <a:gd name="T30" fmla="*/ 1302 w 1500"/>
                                  <a:gd name="T31" fmla="*/ 2903 h 3143"/>
                                  <a:gd name="T32" fmla="*/ 1168 w 1500"/>
                                  <a:gd name="T33" fmla="*/ 2658 h 3143"/>
                                  <a:gd name="T34" fmla="*/ 1071 w 1500"/>
                                  <a:gd name="T35" fmla="*/ 2349 h 3143"/>
                                  <a:gd name="T36" fmla="*/ 891 w 1500"/>
                                  <a:gd name="T37" fmla="*/ 1602 h 3143"/>
                                  <a:gd name="T38" fmla="*/ 720 w 1500"/>
                                  <a:gd name="T39" fmla="*/ 923 h 3143"/>
                                  <a:gd name="T40" fmla="*/ 605 w 1500"/>
                                  <a:gd name="T41" fmla="*/ 600 h 3143"/>
                                  <a:gd name="T42" fmla="*/ 494 w 1500"/>
                                  <a:gd name="T43" fmla="*/ 397 h 3143"/>
                                  <a:gd name="T44" fmla="*/ 337 w 1500"/>
                                  <a:gd name="T45" fmla="*/ 222 h 3143"/>
                                  <a:gd name="T46" fmla="*/ 143 w 1500"/>
                                  <a:gd name="T47" fmla="*/ 83 h 3143"/>
                                  <a:gd name="T48" fmla="*/ 0 w 1500"/>
                                  <a:gd name="T49" fmla="*/ 0 h 31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500" h="3143">
                                    <a:moveTo>
                                      <a:pt x="0" y="0"/>
                                    </a:moveTo>
                                    <a:lnTo>
                                      <a:pt x="92" y="74"/>
                                    </a:lnTo>
                                    <a:lnTo>
                                      <a:pt x="259" y="185"/>
                                    </a:lnTo>
                                    <a:lnTo>
                                      <a:pt x="411" y="328"/>
                                    </a:lnTo>
                                    <a:lnTo>
                                      <a:pt x="508" y="443"/>
                                    </a:lnTo>
                                    <a:lnTo>
                                      <a:pt x="632" y="738"/>
                                    </a:lnTo>
                                    <a:lnTo>
                                      <a:pt x="702" y="937"/>
                                    </a:lnTo>
                                    <a:lnTo>
                                      <a:pt x="831" y="1445"/>
                                    </a:lnTo>
                                    <a:lnTo>
                                      <a:pt x="965" y="1966"/>
                                    </a:lnTo>
                                    <a:lnTo>
                                      <a:pt x="1062" y="2400"/>
                                    </a:lnTo>
                                    <a:lnTo>
                                      <a:pt x="1135" y="2631"/>
                                    </a:lnTo>
                                    <a:lnTo>
                                      <a:pt x="1172" y="2732"/>
                                    </a:lnTo>
                                    <a:lnTo>
                                      <a:pt x="1228" y="2820"/>
                                    </a:lnTo>
                                    <a:lnTo>
                                      <a:pt x="1357" y="3014"/>
                                    </a:lnTo>
                                    <a:lnTo>
                                      <a:pt x="1500" y="3143"/>
                                    </a:lnTo>
                                    <a:lnTo>
                                      <a:pt x="1302" y="2903"/>
                                    </a:lnTo>
                                    <a:lnTo>
                                      <a:pt x="1168" y="2658"/>
                                    </a:lnTo>
                                    <a:lnTo>
                                      <a:pt x="1071" y="2349"/>
                                    </a:lnTo>
                                    <a:lnTo>
                                      <a:pt x="891" y="1602"/>
                                    </a:lnTo>
                                    <a:lnTo>
                                      <a:pt x="720" y="923"/>
                                    </a:lnTo>
                                    <a:lnTo>
                                      <a:pt x="605" y="600"/>
                                    </a:lnTo>
                                    <a:lnTo>
                                      <a:pt x="494" y="397"/>
                                    </a:lnTo>
                                    <a:lnTo>
                                      <a:pt x="337" y="222"/>
                                    </a:lnTo>
                                    <a:lnTo>
                                      <a:pt x="143" y="8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A0264F" id="Freeform 479" o:spid="_x0000_s1026" style="position:absolute;margin-left:307.45pt;margin-top:167.85pt;width:75pt;height:157.15pt;z-index:2516290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0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" path="m,l92,74,259,185,411,328r97,115l632,738r70,199l831,1445r134,521l1062,2400r73,231l1172,2732r56,88l1357,3014r143,129l1302,2903,1168,2658r-97,-309l891,1602,720,923,605,600,494,397,337,222,143,83,,xe" fillcolor="#333">
                      <v:path arrowok="t" o:connecttype="custom" o:connectlocs="0,0;58420,46990;164465,117475;260985,208280;322580,281305;401320,468630;445770,594995;527685,917575;612775,1248410;674370,1524000;720725,1670685;744220,1734820;779780,1790700;861695,1913890;952500,1995805;826770,1843405;741680,1687830;680085,1491615;565785,1017270;457200,586105;384175,381000;313690,252095;213995,140970;90805,52705;0,0" o:connectangles="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0068" behindDoc="0" locked="0" layoutInCell="1" allowOverlap="1">
                      <wp:simplePos x="0" y="0"/>
                      <wp:positionH relativeFrom="column">
                        <wp:posOffset>3848735</wp:posOffset>
                      </wp:positionH>
                      <wp:positionV relativeFrom="paragraph">
                        <wp:posOffset>2199005</wp:posOffset>
                      </wp:positionV>
                      <wp:extent cx="756285" cy="1861185"/>
                      <wp:effectExtent l="6350" t="10160" r="27940" b="43180"/>
                      <wp:wrapNone/>
                      <wp:docPr id="42" name="Freeform 4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6285" cy="1861185"/>
                              </a:xfrm>
                              <a:custGeom>
                                <a:avLst/>
                                <a:gdLst>
                                  <a:gd name="T0" fmla="*/ 0 w 1191"/>
                                  <a:gd name="T1" fmla="*/ 0 h 2931"/>
                                  <a:gd name="T2" fmla="*/ 125 w 1191"/>
                                  <a:gd name="T3" fmla="*/ 319 h 2931"/>
                                  <a:gd name="T4" fmla="*/ 323 w 1191"/>
                                  <a:gd name="T5" fmla="*/ 766 h 2931"/>
                                  <a:gd name="T6" fmla="*/ 665 w 1191"/>
                                  <a:gd name="T7" fmla="*/ 1500 h 2931"/>
                                  <a:gd name="T8" fmla="*/ 799 w 1191"/>
                                  <a:gd name="T9" fmla="*/ 1763 h 2931"/>
                                  <a:gd name="T10" fmla="*/ 868 w 1191"/>
                                  <a:gd name="T11" fmla="*/ 1971 h 2931"/>
                                  <a:gd name="T12" fmla="*/ 923 w 1191"/>
                                  <a:gd name="T13" fmla="*/ 2183 h 2931"/>
                                  <a:gd name="T14" fmla="*/ 1011 w 1191"/>
                                  <a:gd name="T15" fmla="*/ 2497 h 2931"/>
                                  <a:gd name="T16" fmla="*/ 1140 w 1191"/>
                                  <a:gd name="T17" fmla="*/ 2857 h 2931"/>
                                  <a:gd name="T18" fmla="*/ 1191 w 1191"/>
                                  <a:gd name="T19" fmla="*/ 2931 h 2931"/>
                                  <a:gd name="T20" fmla="*/ 1071 w 1191"/>
                                  <a:gd name="T21" fmla="*/ 2612 h 2931"/>
                                  <a:gd name="T22" fmla="*/ 974 w 1191"/>
                                  <a:gd name="T23" fmla="*/ 2299 h 2931"/>
                                  <a:gd name="T24" fmla="*/ 882 w 1191"/>
                                  <a:gd name="T25" fmla="*/ 1943 h 2931"/>
                                  <a:gd name="T26" fmla="*/ 808 w 1191"/>
                                  <a:gd name="T27" fmla="*/ 1749 h 2931"/>
                                  <a:gd name="T28" fmla="*/ 707 w 1191"/>
                                  <a:gd name="T29" fmla="*/ 1532 h 2931"/>
                                  <a:gd name="T30" fmla="*/ 540 w 1191"/>
                                  <a:gd name="T31" fmla="*/ 1186 h 2931"/>
                                  <a:gd name="T32" fmla="*/ 296 w 1191"/>
                                  <a:gd name="T33" fmla="*/ 656 h 2931"/>
                                  <a:gd name="T34" fmla="*/ 65 w 1191"/>
                                  <a:gd name="T35" fmla="*/ 157 h 2931"/>
                                  <a:gd name="T36" fmla="*/ 0 w 1191"/>
                                  <a:gd name="T37" fmla="*/ 0 h 29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191" h="2931">
                                    <a:moveTo>
                                      <a:pt x="0" y="0"/>
                                    </a:moveTo>
                                    <a:lnTo>
                                      <a:pt x="125" y="319"/>
                                    </a:lnTo>
                                    <a:lnTo>
                                      <a:pt x="323" y="766"/>
                                    </a:lnTo>
                                    <a:lnTo>
                                      <a:pt x="665" y="1500"/>
                                    </a:lnTo>
                                    <a:lnTo>
                                      <a:pt x="799" y="1763"/>
                                    </a:lnTo>
                                    <a:lnTo>
                                      <a:pt x="868" y="1971"/>
                                    </a:lnTo>
                                    <a:lnTo>
                                      <a:pt x="923" y="2183"/>
                                    </a:lnTo>
                                    <a:lnTo>
                                      <a:pt x="1011" y="2497"/>
                                    </a:lnTo>
                                    <a:lnTo>
                                      <a:pt x="1140" y="2857"/>
                                    </a:lnTo>
                                    <a:lnTo>
                                      <a:pt x="1191" y="2931"/>
                                    </a:lnTo>
                                    <a:lnTo>
                                      <a:pt x="1071" y="2612"/>
                                    </a:lnTo>
                                    <a:lnTo>
                                      <a:pt x="974" y="2299"/>
                                    </a:lnTo>
                                    <a:lnTo>
                                      <a:pt x="882" y="1943"/>
                                    </a:lnTo>
                                    <a:lnTo>
                                      <a:pt x="808" y="1749"/>
                                    </a:lnTo>
                                    <a:lnTo>
                                      <a:pt x="707" y="1532"/>
                                    </a:lnTo>
                                    <a:lnTo>
                                      <a:pt x="540" y="1186"/>
                                    </a:lnTo>
                                    <a:lnTo>
                                      <a:pt x="296" y="656"/>
                                    </a:lnTo>
                                    <a:lnTo>
                                      <a:pt x="65" y="1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3CB65" id="Freeform 478" o:spid="_x0000_s1026" style="position:absolute;margin-left:303.05pt;margin-top:173.15pt;width:59.55pt;height:146.55pt;z-index:2516300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1,2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" path="m,l125,319,323,766r342,734l799,1763r69,208l923,2183r88,314l1140,2857r51,74l1071,2612,974,2299,882,1943,808,1749,707,1532,540,1186,296,656,65,157,,xe" fillcolor="#333">
                      <v:path arrowok="t" o:connecttype="custom" o:connectlocs="0,0;79375,202565;205105,486410;422275,952500;507365,1119505;551180,1251585;586105,1386205;641985,1585595;723900,1814195;756285,1861185;680085,1658620;618490,1459865;560070,1233805;513080,1110615;448945,972820;342900,753110;187960,416560;41275,99695;0,0" o:connectangles="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1093" behindDoc="0" locked="0" layoutInCell="1" allowOverlap="1">
                      <wp:simplePos x="0" y="0"/>
                      <wp:positionH relativeFrom="column">
                        <wp:posOffset>3886835</wp:posOffset>
                      </wp:positionH>
                      <wp:positionV relativeFrom="paragraph">
                        <wp:posOffset>2395220</wp:posOffset>
                      </wp:positionV>
                      <wp:extent cx="683260" cy="1691005"/>
                      <wp:effectExtent l="44450" t="82550" r="15240" b="26670"/>
                      <wp:wrapNone/>
                      <wp:docPr id="41" name="Freeform 4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3260" cy="1691005"/>
                              </a:xfrm>
                              <a:custGeom>
                                <a:avLst/>
                                <a:gdLst>
                                  <a:gd name="T0" fmla="*/ 0 w 1076"/>
                                  <a:gd name="T1" fmla="*/ 0 h 2663"/>
                                  <a:gd name="T2" fmla="*/ 83 w 1076"/>
                                  <a:gd name="T3" fmla="*/ 143 h 2663"/>
                                  <a:gd name="T4" fmla="*/ 227 w 1076"/>
                                  <a:gd name="T5" fmla="*/ 499 h 2663"/>
                                  <a:gd name="T6" fmla="*/ 568 w 1076"/>
                                  <a:gd name="T7" fmla="*/ 1205 h 2663"/>
                                  <a:gd name="T8" fmla="*/ 716 w 1076"/>
                                  <a:gd name="T9" fmla="*/ 1500 h 2663"/>
                                  <a:gd name="T10" fmla="*/ 767 w 1076"/>
                                  <a:gd name="T11" fmla="*/ 1630 h 2663"/>
                                  <a:gd name="T12" fmla="*/ 822 w 1076"/>
                                  <a:gd name="T13" fmla="*/ 1847 h 2663"/>
                                  <a:gd name="T14" fmla="*/ 891 w 1076"/>
                                  <a:gd name="T15" fmla="*/ 2096 h 2663"/>
                                  <a:gd name="T16" fmla="*/ 956 w 1076"/>
                                  <a:gd name="T17" fmla="*/ 2303 h 2663"/>
                                  <a:gd name="T18" fmla="*/ 1076 w 1076"/>
                                  <a:gd name="T19" fmla="*/ 2622 h 2663"/>
                                  <a:gd name="T20" fmla="*/ 1071 w 1076"/>
                                  <a:gd name="T21" fmla="*/ 2663 h 2663"/>
                                  <a:gd name="T22" fmla="*/ 923 w 1076"/>
                                  <a:gd name="T23" fmla="*/ 2267 h 2663"/>
                                  <a:gd name="T24" fmla="*/ 836 w 1076"/>
                                  <a:gd name="T25" fmla="*/ 1980 h 2663"/>
                                  <a:gd name="T26" fmla="*/ 743 w 1076"/>
                                  <a:gd name="T27" fmla="*/ 1625 h 2663"/>
                                  <a:gd name="T28" fmla="*/ 554 w 1076"/>
                                  <a:gd name="T29" fmla="*/ 1210 h 2663"/>
                                  <a:gd name="T30" fmla="*/ 314 w 1076"/>
                                  <a:gd name="T31" fmla="*/ 739 h 2663"/>
                                  <a:gd name="T32" fmla="*/ 171 w 1076"/>
                                  <a:gd name="T33" fmla="*/ 430 h 2663"/>
                                  <a:gd name="T34" fmla="*/ 65 w 1076"/>
                                  <a:gd name="T35" fmla="*/ 148 h 2663"/>
                                  <a:gd name="T36" fmla="*/ 0 w 1076"/>
                                  <a:gd name="T37" fmla="*/ 0 h 26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076" h="2663">
                                    <a:moveTo>
                                      <a:pt x="0" y="0"/>
                                    </a:moveTo>
                                    <a:lnTo>
                                      <a:pt x="83" y="143"/>
                                    </a:lnTo>
                                    <a:lnTo>
                                      <a:pt x="227" y="499"/>
                                    </a:lnTo>
                                    <a:lnTo>
                                      <a:pt x="568" y="1205"/>
                                    </a:lnTo>
                                    <a:lnTo>
                                      <a:pt x="716" y="1500"/>
                                    </a:lnTo>
                                    <a:lnTo>
                                      <a:pt x="767" y="1630"/>
                                    </a:lnTo>
                                    <a:lnTo>
                                      <a:pt x="822" y="1847"/>
                                    </a:lnTo>
                                    <a:lnTo>
                                      <a:pt x="891" y="2096"/>
                                    </a:lnTo>
                                    <a:lnTo>
                                      <a:pt x="956" y="2303"/>
                                    </a:lnTo>
                                    <a:lnTo>
                                      <a:pt x="1076" y="2622"/>
                                    </a:lnTo>
                                    <a:lnTo>
                                      <a:pt x="1071" y="2663"/>
                                    </a:lnTo>
                                    <a:lnTo>
                                      <a:pt x="923" y="2267"/>
                                    </a:lnTo>
                                    <a:lnTo>
                                      <a:pt x="836" y="1980"/>
                                    </a:lnTo>
                                    <a:lnTo>
                                      <a:pt x="743" y="1625"/>
                                    </a:lnTo>
                                    <a:lnTo>
                                      <a:pt x="554" y="1210"/>
                                    </a:lnTo>
                                    <a:lnTo>
                                      <a:pt x="314" y="739"/>
                                    </a:lnTo>
                                    <a:lnTo>
                                      <a:pt x="171" y="430"/>
                                    </a:lnTo>
                                    <a:lnTo>
                                      <a:pt x="65" y="14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8DF7D" id="Freeform 477" o:spid="_x0000_s1026" style="position:absolute;margin-left:306.05pt;margin-top:188.6pt;width:53.8pt;height:133.15pt;z-index:2516310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6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" path="m,l83,143,227,499r341,706l716,1500r51,130l822,1847r69,249l956,2303r120,319l1071,2663,923,2267,836,1980,743,1625,554,1210,314,739,171,430,65,148,,xe" fillcolor="#333">
                      <v:path arrowok="t" o:connecttype="custom" o:connectlocs="0,0;52705,90805;144145,316865;360680,765175;454660,952500;487045,1035050;521970,1172845;565785,1330960;607060,1462405;683260,1664970;680085,1691005;586105,1439545;530860,1257300;471805,1031875;351790,768350;199390,469265;108585,273050;41275,93980;0,0" o:connectangles="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2118" behindDoc="0" locked="0" layoutInCell="1" allowOverlap="1">
                      <wp:simplePos x="0" y="0"/>
                      <wp:positionH relativeFrom="column">
                        <wp:posOffset>3869690</wp:posOffset>
                      </wp:positionH>
                      <wp:positionV relativeFrom="paragraph">
                        <wp:posOffset>2401570</wp:posOffset>
                      </wp:positionV>
                      <wp:extent cx="629920" cy="1831340"/>
                      <wp:effectExtent l="8255" t="31750" r="9525" b="13335"/>
                      <wp:wrapNone/>
                      <wp:docPr id="40" name="Freeform 4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920" cy="1831340"/>
                              </a:xfrm>
                              <a:custGeom>
                                <a:avLst/>
                                <a:gdLst>
                                  <a:gd name="T0" fmla="*/ 992 w 992"/>
                                  <a:gd name="T1" fmla="*/ 2884 h 2884"/>
                                  <a:gd name="T2" fmla="*/ 890 w 992"/>
                                  <a:gd name="T3" fmla="*/ 2644 h 2884"/>
                                  <a:gd name="T4" fmla="*/ 752 w 992"/>
                                  <a:gd name="T5" fmla="*/ 2127 h 2884"/>
                                  <a:gd name="T6" fmla="*/ 600 w 992"/>
                                  <a:gd name="T7" fmla="*/ 1680 h 2884"/>
                                  <a:gd name="T8" fmla="*/ 401 w 992"/>
                                  <a:gd name="T9" fmla="*/ 1264 h 2884"/>
                                  <a:gd name="T10" fmla="*/ 230 w 992"/>
                                  <a:gd name="T11" fmla="*/ 960 h 2884"/>
                                  <a:gd name="T12" fmla="*/ 101 w 992"/>
                                  <a:gd name="T13" fmla="*/ 641 h 2884"/>
                                  <a:gd name="T14" fmla="*/ 32 w 992"/>
                                  <a:gd name="T15" fmla="*/ 387 h 2884"/>
                                  <a:gd name="T16" fmla="*/ 0 w 992"/>
                                  <a:gd name="T17" fmla="*/ 203 h 2884"/>
                                  <a:gd name="T18" fmla="*/ 0 w 992"/>
                                  <a:gd name="T19" fmla="*/ 50 h 2884"/>
                                  <a:gd name="T20" fmla="*/ 27 w 992"/>
                                  <a:gd name="T21" fmla="*/ 0 h 2884"/>
                                  <a:gd name="T22" fmla="*/ 23 w 992"/>
                                  <a:gd name="T23" fmla="*/ 240 h 2884"/>
                                  <a:gd name="T24" fmla="*/ 83 w 992"/>
                                  <a:gd name="T25" fmla="*/ 530 h 2884"/>
                                  <a:gd name="T26" fmla="*/ 240 w 992"/>
                                  <a:gd name="T27" fmla="*/ 923 h 2884"/>
                                  <a:gd name="T28" fmla="*/ 438 w 992"/>
                                  <a:gd name="T29" fmla="*/ 1306 h 2884"/>
                                  <a:gd name="T30" fmla="*/ 590 w 992"/>
                                  <a:gd name="T31" fmla="*/ 1606 h 2884"/>
                                  <a:gd name="T32" fmla="*/ 674 w 992"/>
                                  <a:gd name="T33" fmla="*/ 1827 h 2884"/>
                                  <a:gd name="T34" fmla="*/ 807 w 992"/>
                                  <a:gd name="T35" fmla="*/ 2266 h 2884"/>
                                  <a:gd name="T36" fmla="*/ 941 w 992"/>
                                  <a:gd name="T37" fmla="*/ 2750 h 28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992" h="2884">
                                    <a:moveTo>
                                      <a:pt x="992" y="2884"/>
                                    </a:moveTo>
                                    <a:lnTo>
                                      <a:pt x="890" y="2644"/>
                                    </a:lnTo>
                                    <a:lnTo>
                                      <a:pt x="752" y="2127"/>
                                    </a:lnTo>
                                    <a:lnTo>
                                      <a:pt x="600" y="1680"/>
                                    </a:lnTo>
                                    <a:lnTo>
                                      <a:pt x="401" y="1264"/>
                                    </a:lnTo>
                                    <a:lnTo>
                                      <a:pt x="230" y="960"/>
                                    </a:lnTo>
                                    <a:lnTo>
                                      <a:pt x="101" y="641"/>
                                    </a:lnTo>
                                    <a:lnTo>
                                      <a:pt x="32" y="387"/>
                                    </a:lnTo>
                                    <a:lnTo>
                                      <a:pt x="0" y="203"/>
                                    </a:lnTo>
                                    <a:lnTo>
                                      <a:pt x="0" y="5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23" y="240"/>
                                    </a:lnTo>
                                    <a:lnTo>
                                      <a:pt x="83" y="530"/>
                                    </a:lnTo>
                                    <a:lnTo>
                                      <a:pt x="240" y="923"/>
                                    </a:lnTo>
                                    <a:lnTo>
                                      <a:pt x="438" y="1306"/>
                                    </a:lnTo>
                                    <a:lnTo>
                                      <a:pt x="590" y="1606"/>
                                    </a:lnTo>
                                    <a:lnTo>
                                      <a:pt x="674" y="1827"/>
                                    </a:lnTo>
                                    <a:lnTo>
                                      <a:pt x="807" y="2266"/>
                                    </a:lnTo>
                                    <a:lnTo>
                                      <a:pt x="941" y="2750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52D9E13" id="Freeform 476" o:spid="_x0000_s1026" style="position:absolute;z-index:2516321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54.3pt,333.3pt,349.2pt,321.3pt,342.3pt,295.45pt,334.7pt,273.1pt,324.75pt,252.3pt,316.2pt,237.1pt,309.75pt,221.15pt,306.3pt,208.45pt,304.7pt,199.25pt,304.7pt,191.6pt,306.05pt,189.1pt,305.85pt,201.1pt,308.85pt,215.6pt,316.7pt,235.25pt,326.6pt,254.4pt,334.2pt,269.4pt,338.4pt,280.45pt,345.05pt,302.4pt,351.75pt,326.6pt" coordsize="992,2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" fillcolor="#333">
                      <v:path arrowok="t" o:connecttype="custom" o:connectlocs="629920,1831340;565150,1678940;477520,1350645;381000,1066800;254635,802640;146050,609600;64135,407035;20320,245745;0,128905;0,31750;17145,0;14605,152400;52705,336550;152400,586105;278130,829310;374650,1019810;427990,1160145;512445,1438910;597535,1746250" o:connectangles="0,0,0,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3143" behindDoc="0" locked="0" layoutInCell="1" allowOverlap="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2386965</wp:posOffset>
                      </wp:positionV>
                      <wp:extent cx="638810" cy="1884045"/>
                      <wp:effectExtent l="10795" t="74295" r="45720" b="13335"/>
                      <wp:wrapNone/>
                      <wp:docPr id="39" name="Freeform 4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8810" cy="1884045"/>
                              </a:xfrm>
                              <a:custGeom>
                                <a:avLst/>
                                <a:gdLst>
                                  <a:gd name="T0" fmla="*/ 5 w 1006"/>
                                  <a:gd name="T1" fmla="*/ 0 h 2967"/>
                                  <a:gd name="T2" fmla="*/ 19 w 1006"/>
                                  <a:gd name="T3" fmla="*/ 120 h 2967"/>
                                  <a:gd name="T4" fmla="*/ 28 w 1006"/>
                                  <a:gd name="T5" fmla="*/ 300 h 2967"/>
                                  <a:gd name="T6" fmla="*/ 60 w 1006"/>
                                  <a:gd name="T7" fmla="*/ 484 h 2967"/>
                                  <a:gd name="T8" fmla="*/ 143 w 1006"/>
                                  <a:gd name="T9" fmla="*/ 733 h 2967"/>
                                  <a:gd name="T10" fmla="*/ 240 w 1006"/>
                                  <a:gd name="T11" fmla="*/ 973 h 2967"/>
                                  <a:gd name="T12" fmla="*/ 383 w 1006"/>
                                  <a:gd name="T13" fmla="*/ 1236 h 2967"/>
                                  <a:gd name="T14" fmla="*/ 503 w 1006"/>
                                  <a:gd name="T15" fmla="*/ 1467 h 2967"/>
                                  <a:gd name="T16" fmla="*/ 596 w 1006"/>
                                  <a:gd name="T17" fmla="*/ 1666 h 2967"/>
                                  <a:gd name="T18" fmla="*/ 702 w 1006"/>
                                  <a:gd name="T19" fmla="*/ 1961 h 2967"/>
                                  <a:gd name="T20" fmla="*/ 808 w 1006"/>
                                  <a:gd name="T21" fmla="*/ 2307 h 2967"/>
                                  <a:gd name="T22" fmla="*/ 919 w 1006"/>
                                  <a:gd name="T23" fmla="*/ 2690 h 2967"/>
                                  <a:gd name="T24" fmla="*/ 970 w 1006"/>
                                  <a:gd name="T25" fmla="*/ 2847 h 2967"/>
                                  <a:gd name="T26" fmla="*/ 1006 w 1006"/>
                                  <a:gd name="T27" fmla="*/ 2967 h 2967"/>
                                  <a:gd name="T28" fmla="*/ 933 w 1006"/>
                                  <a:gd name="T29" fmla="*/ 2787 h 2967"/>
                                  <a:gd name="T30" fmla="*/ 771 w 1006"/>
                                  <a:gd name="T31" fmla="*/ 2280 h 2967"/>
                                  <a:gd name="T32" fmla="*/ 660 w 1006"/>
                                  <a:gd name="T33" fmla="*/ 1901 h 2967"/>
                                  <a:gd name="T34" fmla="*/ 531 w 1006"/>
                                  <a:gd name="T35" fmla="*/ 1583 h 2967"/>
                                  <a:gd name="T36" fmla="*/ 411 w 1006"/>
                                  <a:gd name="T37" fmla="*/ 1329 h 2967"/>
                                  <a:gd name="T38" fmla="*/ 236 w 1006"/>
                                  <a:gd name="T39" fmla="*/ 1001 h 2967"/>
                                  <a:gd name="T40" fmla="*/ 88 w 1006"/>
                                  <a:gd name="T41" fmla="*/ 641 h 2967"/>
                                  <a:gd name="T42" fmla="*/ 14 w 1006"/>
                                  <a:gd name="T43" fmla="*/ 364 h 2967"/>
                                  <a:gd name="T44" fmla="*/ 0 w 1006"/>
                                  <a:gd name="T45" fmla="*/ 193 h 2967"/>
                                  <a:gd name="T46" fmla="*/ 5 w 1006"/>
                                  <a:gd name="T47" fmla="*/ 0 h 29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006" h="2967">
                                    <a:moveTo>
                                      <a:pt x="5" y="0"/>
                                    </a:moveTo>
                                    <a:lnTo>
                                      <a:pt x="19" y="120"/>
                                    </a:lnTo>
                                    <a:lnTo>
                                      <a:pt x="28" y="300"/>
                                    </a:lnTo>
                                    <a:lnTo>
                                      <a:pt x="60" y="484"/>
                                    </a:lnTo>
                                    <a:lnTo>
                                      <a:pt x="143" y="733"/>
                                    </a:lnTo>
                                    <a:lnTo>
                                      <a:pt x="240" y="973"/>
                                    </a:lnTo>
                                    <a:lnTo>
                                      <a:pt x="383" y="1236"/>
                                    </a:lnTo>
                                    <a:lnTo>
                                      <a:pt x="503" y="1467"/>
                                    </a:lnTo>
                                    <a:lnTo>
                                      <a:pt x="596" y="1666"/>
                                    </a:lnTo>
                                    <a:lnTo>
                                      <a:pt x="702" y="1961"/>
                                    </a:lnTo>
                                    <a:lnTo>
                                      <a:pt x="808" y="2307"/>
                                    </a:lnTo>
                                    <a:lnTo>
                                      <a:pt x="919" y="2690"/>
                                    </a:lnTo>
                                    <a:lnTo>
                                      <a:pt x="970" y="2847"/>
                                    </a:lnTo>
                                    <a:lnTo>
                                      <a:pt x="1006" y="2967"/>
                                    </a:lnTo>
                                    <a:lnTo>
                                      <a:pt x="933" y="2787"/>
                                    </a:lnTo>
                                    <a:lnTo>
                                      <a:pt x="771" y="2280"/>
                                    </a:lnTo>
                                    <a:lnTo>
                                      <a:pt x="660" y="1901"/>
                                    </a:lnTo>
                                    <a:lnTo>
                                      <a:pt x="531" y="1583"/>
                                    </a:lnTo>
                                    <a:lnTo>
                                      <a:pt x="411" y="1329"/>
                                    </a:lnTo>
                                    <a:lnTo>
                                      <a:pt x="236" y="1001"/>
                                    </a:lnTo>
                                    <a:lnTo>
                                      <a:pt x="88" y="641"/>
                                    </a:lnTo>
                                    <a:lnTo>
                                      <a:pt x="14" y="364"/>
                                    </a:lnTo>
                                    <a:lnTo>
                                      <a:pt x="0" y="193"/>
                                    </a:lnTo>
                                    <a:lnTo>
                                      <a:pt x="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67245" id="Freeform 475" o:spid="_x0000_s1026" style="position:absolute;margin-left:301.9pt;margin-top:187.95pt;width:50.3pt;height:148.35pt;z-index:251633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6,2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" path="m5,l19,120r9,180l60,484r83,249l240,973r143,263l503,1467r93,199l702,1961r106,346l919,2690r51,157l1006,2967,933,2787,771,2280,660,1901,531,1583,411,1329,236,1001,88,641,14,364,,193,5,xe" fillcolor="#333">
                      <v:path arrowok="t" o:connecttype="custom" o:connectlocs="3175,0;12065,76200;17780,190500;38100,307340;90805,465455;152400,617855;243205,784860;319405,931545;378460,1057910;445770,1245235;513080,1464945;583565,1708150;615950,1807845;638810,1884045;592455,1769745;489585,1447800;419100,1207135;337185,1005205;260985,843915;149860,635635;55880,407035;8890,231140;0,122555;3175,0" o:connectangles="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4168" behindDoc="0" locked="0" layoutInCell="1" allowOverlap="1">
                      <wp:simplePos x="0" y="0"/>
                      <wp:positionH relativeFrom="column">
                        <wp:posOffset>3415030</wp:posOffset>
                      </wp:positionH>
                      <wp:positionV relativeFrom="paragraph">
                        <wp:posOffset>1802130</wp:posOffset>
                      </wp:positionV>
                      <wp:extent cx="432435" cy="622935"/>
                      <wp:effectExtent l="48895" t="41910" r="13970" b="49530"/>
                      <wp:wrapNone/>
                      <wp:docPr id="38" name="Freeform 4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2435" cy="622935"/>
                              </a:xfrm>
                              <a:custGeom>
                                <a:avLst/>
                                <a:gdLst>
                                  <a:gd name="T0" fmla="*/ 0 w 681"/>
                                  <a:gd name="T1" fmla="*/ 0 h 981"/>
                                  <a:gd name="T2" fmla="*/ 92 w 681"/>
                                  <a:gd name="T3" fmla="*/ 53 h 981"/>
                                  <a:gd name="T4" fmla="*/ 212 w 681"/>
                                  <a:gd name="T5" fmla="*/ 155 h 981"/>
                                  <a:gd name="T6" fmla="*/ 409 w 681"/>
                                  <a:gd name="T7" fmla="*/ 360 h 981"/>
                                  <a:gd name="T8" fmla="*/ 529 w 681"/>
                                  <a:gd name="T9" fmla="*/ 494 h 981"/>
                                  <a:gd name="T10" fmla="*/ 600 w 681"/>
                                  <a:gd name="T11" fmla="*/ 607 h 981"/>
                                  <a:gd name="T12" fmla="*/ 646 w 681"/>
                                  <a:gd name="T13" fmla="*/ 706 h 981"/>
                                  <a:gd name="T14" fmla="*/ 681 w 681"/>
                                  <a:gd name="T15" fmla="*/ 851 h 981"/>
                                  <a:gd name="T16" fmla="*/ 670 w 681"/>
                                  <a:gd name="T17" fmla="*/ 981 h 981"/>
                                  <a:gd name="T18" fmla="*/ 642 w 681"/>
                                  <a:gd name="T19" fmla="*/ 801 h 981"/>
                                  <a:gd name="T20" fmla="*/ 589 w 681"/>
                                  <a:gd name="T21" fmla="*/ 632 h 981"/>
                                  <a:gd name="T22" fmla="*/ 409 w 681"/>
                                  <a:gd name="T23" fmla="*/ 395 h 981"/>
                                  <a:gd name="T24" fmla="*/ 144 w 681"/>
                                  <a:gd name="T25" fmla="*/ 124 h 981"/>
                                  <a:gd name="T26" fmla="*/ 0 w 681"/>
                                  <a:gd name="T27" fmla="*/ 0 h 9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681" h="981">
                                    <a:moveTo>
                                      <a:pt x="0" y="0"/>
                                    </a:moveTo>
                                    <a:lnTo>
                                      <a:pt x="92" y="53"/>
                                    </a:lnTo>
                                    <a:lnTo>
                                      <a:pt x="212" y="155"/>
                                    </a:lnTo>
                                    <a:lnTo>
                                      <a:pt x="409" y="360"/>
                                    </a:lnTo>
                                    <a:lnTo>
                                      <a:pt x="529" y="494"/>
                                    </a:lnTo>
                                    <a:lnTo>
                                      <a:pt x="600" y="607"/>
                                    </a:lnTo>
                                    <a:lnTo>
                                      <a:pt x="646" y="706"/>
                                    </a:lnTo>
                                    <a:lnTo>
                                      <a:pt x="681" y="851"/>
                                    </a:lnTo>
                                    <a:lnTo>
                                      <a:pt x="670" y="981"/>
                                    </a:lnTo>
                                    <a:lnTo>
                                      <a:pt x="642" y="801"/>
                                    </a:lnTo>
                                    <a:lnTo>
                                      <a:pt x="589" y="632"/>
                                    </a:lnTo>
                                    <a:lnTo>
                                      <a:pt x="409" y="395"/>
                                    </a:lnTo>
                                    <a:lnTo>
                                      <a:pt x="144" y="12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466072" id="Freeform 474" o:spid="_x0000_s1026" style="position:absolute;margin-left:268.9pt;margin-top:141.9pt;width:34.05pt;height:49.05pt;z-index:251634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1,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" path="m,l92,53,212,155,409,360,529,494r71,113l646,706r35,145l670,981,642,801,589,632,409,395,144,124,,xe" fillcolor="#333">
                      <v:path arrowok="t" o:connecttype="custom" o:connectlocs="0,0;58420,33655;134620,98425;259715,228600;335915,313690;381000,385445;410210,448310;432435,540385;425450,622935;407670,508635;374015,401320;259715,250825;91440,78740;0,0" o:connectangles="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5193" behindDoc="0" locked="0" layoutInCell="1" allowOverlap="1">
                      <wp:simplePos x="0" y="0"/>
                      <wp:positionH relativeFrom="column">
                        <wp:posOffset>3484245</wp:posOffset>
                      </wp:positionH>
                      <wp:positionV relativeFrom="paragraph">
                        <wp:posOffset>1719580</wp:posOffset>
                      </wp:positionV>
                      <wp:extent cx="417195" cy="414655"/>
                      <wp:effectExtent l="51435" t="54610" r="55245" b="45085"/>
                      <wp:wrapNone/>
                      <wp:docPr id="37" name="Freeform 4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414655"/>
                              </a:xfrm>
                              <a:custGeom>
                                <a:avLst/>
                                <a:gdLst>
                                  <a:gd name="T0" fmla="*/ 0 w 657"/>
                                  <a:gd name="T1" fmla="*/ 0 h 653"/>
                                  <a:gd name="T2" fmla="*/ 106 w 657"/>
                                  <a:gd name="T3" fmla="*/ 137 h 653"/>
                                  <a:gd name="T4" fmla="*/ 283 w 657"/>
                                  <a:gd name="T5" fmla="*/ 317 h 653"/>
                                  <a:gd name="T6" fmla="*/ 445 w 657"/>
                                  <a:gd name="T7" fmla="*/ 487 h 653"/>
                                  <a:gd name="T8" fmla="*/ 547 w 657"/>
                                  <a:gd name="T9" fmla="*/ 589 h 653"/>
                                  <a:gd name="T10" fmla="*/ 657 w 657"/>
                                  <a:gd name="T11" fmla="*/ 653 h 653"/>
                                  <a:gd name="T12" fmla="*/ 537 w 657"/>
                                  <a:gd name="T13" fmla="*/ 554 h 653"/>
                                  <a:gd name="T14" fmla="*/ 374 w 657"/>
                                  <a:gd name="T15" fmla="*/ 374 h 653"/>
                                  <a:gd name="T16" fmla="*/ 194 w 657"/>
                                  <a:gd name="T17" fmla="*/ 187 h 653"/>
                                  <a:gd name="T18" fmla="*/ 0 w 657"/>
                                  <a:gd name="T19" fmla="*/ 0 h 6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657" h="653">
                                    <a:moveTo>
                                      <a:pt x="0" y="0"/>
                                    </a:moveTo>
                                    <a:lnTo>
                                      <a:pt x="106" y="137"/>
                                    </a:lnTo>
                                    <a:lnTo>
                                      <a:pt x="283" y="317"/>
                                    </a:lnTo>
                                    <a:lnTo>
                                      <a:pt x="445" y="487"/>
                                    </a:lnTo>
                                    <a:lnTo>
                                      <a:pt x="547" y="589"/>
                                    </a:lnTo>
                                    <a:lnTo>
                                      <a:pt x="657" y="653"/>
                                    </a:lnTo>
                                    <a:lnTo>
                                      <a:pt x="537" y="554"/>
                                    </a:lnTo>
                                    <a:lnTo>
                                      <a:pt x="374" y="374"/>
                                    </a:lnTo>
                                    <a:lnTo>
                                      <a:pt x="194" y="18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B3C17" id="Freeform 473" o:spid="_x0000_s1026" style="position:absolute;margin-left:274.35pt;margin-top:135.4pt;width:32.85pt;height:32.65pt;z-index:251635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7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" path="m,l106,137,283,317,445,487,547,589r110,64l537,554,374,374,194,187,,xe" fillcolor="#333">
                      <v:path arrowok="t" o:connecttype="custom" o:connectlocs="0,0;67310,86995;179705,201295;282575,309245;347345,374015;417195,414655;340995,351790;237490,237490;123190,118745;0,0" o:connectangles="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6218" behindDoc="0" locked="0" layoutInCell="1" allowOverlap="1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1000125</wp:posOffset>
                      </wp:positionV>
                      <wp:extent cx="1604645" cy="887095"/>
                      <wp:effectExtent l="57150" t="20955" r="62230" b="53975"/>
                      <wp:wrapNone/>
                      <wp:docPr id="36" name="Freeform 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04645" cy="887095"/>
                              </a:xfrm>
                              <a:custGeom>
                                <a:avLst/>
                                <a:gdLst>
                                  <a:gd name="T0" fmla="*/ 0 w 2527"/>
                                  <a:gd name="T1" fmla="*/ 0 h 1397"/>
                                  <a:gd name="T2" fmla="*/ 60 w 2527"/>
                                  <a:gd name="T3" fmla="*/ 3 h 1397"/>
                                  <a:gd name="T4" fmla="*/ 134 w 2527"/>
                                  <a:gd name="T5" fmla="*/ 21 h 1397"/>
                                  <a:gd name="T6" fmla="*/ 374 w 2527"/>
                                  <a:gd name="T7" fmla="*/ 130 h 1397"/>
                                  <a:gd name="T8" fmla="*/ 678 w 2527"/>
                                  <a:gd name="T9" fmla="*/ 278 h 1397"/>
                                  <a:gd name="T10" fmla="*/ 1101 w 2527"/>
                                  <a:gd name="T11" fmla="*/ 483 h 1397"/>
                                  <a:gd name="T12" fmla="*/ 1507 w 2527"/>
                                  <a:gd name="T13" fmla="*/ 698 h 1397"/>
                                  <a:gd name="T14" fmla="*/ 1878 w 2527"/>
                                  <a:gd name="T15" fmla="*/ 900 h 1397"/>
                                  <a:gd name="T16" fmla="*/ 2209 w 2527"/>
                                  <a:gd name="T17" fmla="*/ 1108 h 1397"/>
                                  <a:gd name="T18" fmla="*/ 2400 w 2527"/>
                                  <a:gd name="T19" fmla="*/ 1253 h 1397"/>
                                  <a:gd name="T20" fmla="*/ 2527 w 2527"/>
                                  <a:gd name="T21" fmla="*/ 1397 h 1397"/>
                                  <a:gd name="T22" fmla="*/ 2379 w 2527"/>
                                  <a:gd name="T23" fmla="*/ 1270 h 1397"/>
                                  <a:gd name="T24" fmla="*/ 2104 w 2527"/>
                                  <a:gd name="T25" fmla="*/ 1066 h 1397"/>
                                  <a:gd name="T26" fmla="*/ 1507 w 2527"/>
                                  <a:gd name="T27" fmla="*/ 727 h 1397"/>
                                  <a:gd name="T28" fmla="*/ 840 w 2527"/>
                                  <a:gd name="T29" fmla="*/ 377 h 1397"/>
                                  <a:gd name="T30" fmla="*/ 378 w 2527"/>
                                  <a:gd name="T31" fmla="*/ 151 h 1397"/>
                                  <a:gd name="T32" fmla="*/ 78 w 2527"/>
                                  <a:gd name="T33" fmla="*/ 21 h 1397"/>
                                  <a:gd name="T34" fmla="*/ 0 w 2527"/>
                                  <a:gd name="T35" fmla="*/ 0 h 1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527" h="1397">
                                    <a:moveTo>
                                      <a:pt x="0" y="0"/>
                                    </a:moveTo>
                                    <a:lnTo>
                                      <a:pt x="60" y="3"/>
                                    </a:lnTo>
                                    <a:lnTo>
                                      <a:pt x="134" y="21"/>
                                    </a:lnTo>
                                    <a:lnTo>
                                      <a:pt x="374" y="130"/>
                                    </a:lnTo>
                                    <a:lnTo>
                                      <a:pt x="678" y="278"/>
                                    </a:lnTo>
                                    <a:lnTo>
                                      <a:pt x="1101" y="483"/>
                                    </a:lnTo>
                                    <a:lnTo>
                                      <a:pt x="1507" y="698"/>
                                    </a:lnTo>
                                    <a:lnTo>
                                      <a:pt x="1878" y="900"/>
                                    </a:lnTo>
                                    <a:lnTo>
                                      <a:pt x="2209" y="1108"/>
                                    </a:lnTo>
                                    <a:lnTo>
                                      <a:pt x="2400" y="1253"/>
                                    </a:lnTo>
                                    <a:lnTo>
                                      <a:pt x="2527" y="1397"/>
                                    </a:lnTo>
                                    <a:lnTo>
                                      <a:pt x="2379" y="1270"/>
                                    </a:lnTo>
                                    <a:lnTo>
                                      <a:pt x="2104" y="1066"/>
                                    </a:lnTo>
                                    <a:lnTo>
                                      <a:pt x="1507" y="727"/>
                                    </a:lnTo>
                                    <a:lnTo>
                                      <a:pt x="840" y="377"/>
                                    </a:lnTo>
                                    <a:lnTo>
                                      <a:pt x="378" y="151"/>
                                    </a:lnTo>
                                    <a:lnTo>
                                      <a:pt x="78" y="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A2F40" id="Freeform 472" o:spid="_x0000_s1026" style="position:absolute;margin-left:150.3pt;margin-top:78.75pt;width:126.35pt;height:69.85pt;z-index:251636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7,1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" path="m,l60,3r74,18l374,130,678,278r423,205l1507,698r371,202l2209,1108r191,145l2527,1397,2379,1270,2104,1066,1507,727,840,377,378,151,78,21,,xe" fillcolor="#333">
                      <v:path arrowok="t" o:connecttype="custom" o:connectlocs="0,0;38100,1905;85090,13335;237490,82550;430530,176530;699135,306705;956945,443230;1192530,571500;1402715,703580;1524000,795655;1604645,887095;1510665,806450;1336040,676910;956945,461645;533400,239395;240030,95885;49530,13335;0,0" o:connectangles="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7243" behindDoc="0" locked="0" layoutInCell="1" allowOverlap="1">
                      <wp:simplePos x="0" y="0"/>
                      <wp:positionH relativeFrom="column">
                        <wp:posOffset>1873250</wp:posOffset>
                      </wp:positionH>
                      <wp:positionV relativeFrom="paragraph">
                        <wp:posOffset>878840</wp:posOffset>
                      </wp:positionV>
                      <wp:extent cx="1656080" cy="887730"/>
                      <wp:effectExtent l="69215" t="42545" r="65405" b="50800"/>
                      <wp:wrapNone/>
                      <wp:docPr id="35" name="Freeform 4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6080" cy="887730"/>
                              </a:xfrm>
                              <a:custGeom>
                                <a:avLst/>
                                <a:gdLst>
                                  <a:gd name="T0" fmla="*/ 0 w 2608"/>
                                  <a:gd name="T1" fmla="*/ 0 h 1398"/>
                                  <a:gd name="T2" fmla="*/ 112 w 2608"/>
                                  <a:gd name="T3" fmla="*/ 67 h 1398"/>
                                  <a:gd name="T4" fmla="*/ 363 w 2608"/>
                                  <a:gd name="T5" fmla="*/ 173 h 1398"/>
                                  <a:gd name="T6" fmla="*/ 861 w 2608"/>
                                  <a:gd name="T7" fmla="*/ 402 h 1398"/>
                                  <a:gd name="T8" fmla="*/ 1316 w 2608"/>
                                  <a:gd name="T9" fmla="*/ 632 h 1398"/>
                                  <a:gd name="T10" fmla="*/ 1715 w 2608"/>
                                  <a:gd name="T11" fmla="*/ 847 h 1398"/>
                                  <a:gd name="T12" fmla="*/ 2191 w 2608"/>
                                  <a:gd name="T13" fmla="*/ 1115 h 1398"/>
                                  <a:gd name="T14" fmla="*/ 2463 w 2608"/>
                                  <a:gd name="T15" fmla="*/ 1302 h 1398"/>
                                  <a:gd name="T16" fmla="*/ 2608 w 2608"/>
                                  <a:gd name="T17" fmla="*/ 1398 h 1398"/>
                                  <a:gd name="T18" fmla="*/ 2438 w 2608"/>
                                  <a:gd name="T19" fmla="*/ 1249 h 1398"/>
                                  <a:gd name="T20" fmla="*/ 1934 w 2608"/>
                                  <a:gd name="T21" fmla="*/ 939 h 1398"/>
                                  <a:gd name="T22" fmla="*/ 1320 w 2608"/>
                                  <a:gd name="T23" fmla="*/ 600 h 1398"/>
                                  <a:gd name="T24" fmla="*/ 628 w 2608"/>
                                  <a:gd name="T25" fmla="*/ 268 h 1398"/>
                                  <a:gd name="T26" fmla="*/ 0 w 2608"/>
                                  <a:gd name="T27" fmla="*/ 0 h 13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2608" h="1398">
                                    <a:moveTo>
                                      <a:pt x="0" y="0"/>
                                    </a:moveTo>
                                    <a:lnTo>
                                      <a:pt x="112" y="67"/>
                                    </a:lnTo>
                                    <a:lnTo>
                                      <a:pt x="363" y="173"/>
                                    </a:lnTo>
                                    <a:lnTo>
                                      <a:pt x="861" y="402"/>
                                    </a:lnTo>
                                    <a:lnTo>
                                      <a:pt x="1316" y="632"/>
                                    </a:lnTo>
                                    <a:lnTo>
                                      <a:pt x="1715" y="847"/>
                                    </a:lnTo>
                                    <a:lnTo>
                                      <a:pt x="2191" y="1115"/>
                                    </a:lnTo>
                                    <a:lnTo>
                                      <a:pt x="2463" y="1302"/>
                                    </a:lnTo>
                                    <a:lnTo>
                                      <a:pt x="2608" y="1398"/>
                                    </a:lnTo>
                                    <a:lnTo>
                                      <a:pt x="2438" y="1249"/>
                                    </a:lnTo>
                                    <a:lnTo>
                                      <a:pt x="1934" y="939"/>
                                    </a:lnTo>
                                    <a:lnTo>
                                      <a:pt x="1320" y="600"/>
                                    </a:lnTo>
                                    <a:lnTo>
                                      <a:pt x="628" y="26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88344F" id="Freeform 471" o:spid="_x0000_s1026" style="position:absolute;margin-left:147.5pt;margin-top:69.2pt;width:130.4pt;height:69.9pt;z-index:251637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08,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" path="m,l112,67,363,173,861,402r455,230l1715,847r476,268l2463,1302r145,96l2438,1249,1934,939,1320,600,628,268,,xe" fillcolor="#333">
                      <v:path arrowok="t" o:connecttype="custom" o:connectlocs="0,0;71120,42545;230505,109855;546735,255270;835660,401320;1089025,537845;1391285,708025;1564005,826770;1656080,887730;1548130,793115;1228090,596265;838200,381000;398780,170180;0,0" o:connectangles="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8268" behindDoc="0" locked="0" layoutInCell="1" allowOverlap="1">
                      <wp:simplePos x="0" y="0"/>
                      <wp:positionH relativeFrom="column">
                        <wp:posOffset>932180</wp:posOffset>
                      </wp:positionH>
                      <wp:positionV relativeFrom="paragraph">
                        <wp:posOffset>729615</wp:posOffset>
                      </wp:positionV>
                      <wp:extent cx="929640" cy="370205"/>
                      <wp:effectExtent l="13970" t="17145" r="66040" b="60325"/>
                      <wp:wrapNone/>
                      <wp:docPr id="34" name="Freeform 4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29640" cy="370205"/>
                              </a:xfrm>
                              <a:custGeom>
                                <a:avLst/>
                                <a:gdLst>
                                  <a:gd name="T0" fmla="*/ 0 w 1464"/>
                                  <a:gd name="T1" fmla="*/ 19 h 583"/>
                                  <a:gd name="T2" fmla="*/ 69 w 1464"/>
                                  <a:gd name="T3" fmla="*/ 0 h 583"/>
                                  <a:gd name="T4" fmla="*/ 283 w 1464"/>
                                  <a:gd name="T5" fmla="*/ 34 h 583"/>
                                  <a:gd name="T6" fmla="*/ 460 w 1464"/>
                                  <a:gd name="T7" fmla="*/ 82 h 583"/>
                                  <a:gd name="T8" fmla="*/ 660 w 1464"/>
                                  <a:gd name="T9" fmla="*/ 139 h 583"/>
                                  <a:gd name="T10" fmla="*/ 890 w 1464"/>
                                  <a:gd name="T11" fmla="*/ 209 h 583"/>
                                  <a:gd name="T12" fmla="*/ 1075 w 1464"/>
                                  <a:gd name="T13" fmla="*/ 271 h 583"/>
                                  <a:gd name="T14" fmla="*/ 1197 w 1464"/>
                                  <a:gd name="T15" fmla="*/ 341 h 583"/>
                                  <a:gd name="T16" fmla="*/ 1300 w 1464"/>
                                  <a:gd name="T17" fmla="*/ 413 h 583"/>
                                  <a:gd name="T18" fmla="*/ 1464 w 1464"/>
                                  <a:gd name="T19" fmla="*/ 583 h 583"/>
                                  <a:gd name="T20" fmla="*/ 1264 w 1464"/>
                                  <a:gd name="T21" fmla="*/ 420 h 583"/>
                                  <a:gd name="T22" fmla="*/ 1123 w 1464"/>
                                  <a:gd name="T23" fmla="*/ 324 h 583"/>
                                  <a:gd name="T24" fmla="*/ 854 w 1464"/>
                                  <a:gd name="T25" fmla="*/ 223 h 583"/>
                                  <a:gd name="T26" fmla="*/ 446 w 1464"/>
                                  <a:gd name="T27" fmla="*/ 106 h 583"/>
                                  <a:gd name="T28" fmla="*/ 146 w 1464"/>
                                  <a:gd name="T29" fmla="*/ 34 h 583"/>
                                  <a:gd name="T30" fmla="*/ 40 w 1464"/>
                                  <a:gd name="T31" fmla="*/ 12 h 583"/>
                                  <a:gd name="T32" fmla="*/ 0 w 1464"/>
                                  <a:gd name="T33" fmla="*/ 19 h 5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464" h="583">
                                    <a:moveTo>
                                      <a:pt x="0" y="19"/>
                                    </a:moveTo>
                                    <a:lnTo>
                                      <a:pt x="69" y="0"/>
                                    </a:lnTo>
                                    <a:lnTo>
                                      <a:pt x="283" y="34"/>
                                    </a:lnTo>
                                    <a:lnTo>
                                      <a:pt x="460" y="82"/>
                                    </a:lnTo>
                                    <a:lnTo>
                                      <a:pt x="660" y="139"/>
                                    </a:lnTo>
                                    <a:lnTo>
                                      <a:pt x="890" y="209"/>
                                    </a:lnTo>
                                    <a:lnTo>
                                      <a:pt x="1075" y="271"/>
                                    </a:lnTo>
                                    <a:lnTo>
                                      <a:pt x="1197" y="341"/>
                                    </a:lnTo>
                                    <a:lnTo>
                                      <a:pt x="1300" y="413"/>
                                    </a:lnTo>
                                    <a:lnTo>
                                      <a:pt x="1464" y="583"/>
                                    </a:lnTo>
                                    <a:lnTo>
                                      <a:pt x="1264" y="420"/>
                                    </a:lnTo>
                                    <a:lnTo>
                                      <a:pt x="1123" y="324"/>
                                    </a:lnTo>
                                    <a:lnTo>
                                      <a:pt x="854" y="223"/>
                                    </a:lnTo>
                                    <a:lnTo>
                                      <a:pt x="446" y="106"/>
                                    </a:lnTo>
                                    <a:lnTo>
                                      <a:pt x="146" y="34"/>
                                    </a:lnTo>
                                    <a:lnTo>
                                      <a:pt x="40" y="12"/>
                                    </a:lnTo>
                                    <a:lnTo>
                                      <a:pt x="0" y="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D9C678" id="Freeform 470" o:spid="_x0000_s1026" style="position:absolute;margin-left:73.4pt;margin-top:57.45pt;width:73.2pt;height:29.15pt;z-index:25163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64,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" path="m,19l69,,283,34,460,82r200,57l890,209r185,62l1197,341r103,72l1464,583,1264,420,1123,324,854,223,446,106,146,34,40,12,,19xe" fillcolor="#333">
                      <v:path arrowok="t" o:connecttype="custom" o:connectlocs="0,12065;43815,0;179705,21590;292100,52070;419100,88265;565150,132715;682625,172085;760095,216535;825500,262255;929640,370205;802640,266700;713105,205740;542290,141605;283210,67310;92710,21590;25400,7620;0,12065" o:connectangles="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39293" behindDoc="0" locked="0" layoutInCell="1" allowOverlap="1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606425</wp:posOffset>
                      </wp:positionV>
                      <wp:extent cx="882650" cy="292100"/>
                      <wp:effectExtent l="39370" t="27305" r="11430" b="71120"/>
                      <wp:wrapNone/>
                      <wp:docPr id="33" name="Freeform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2650" cy="292100"/>
                              </a:xfrm>
                              <a:custGeom>
                                <a:avLst/>
                                <a:gdLst>
                                  <a:gd name="T0" fmla="*/ 0 w 1390"/>
                                  <a:gd name="T1" fmla="*/ 0 h 460"/>
                                  <a:gd name="T2" fmla="*/ 65 w 1390"/>
                                  <a:gd name="T3" fmla="*/ 43 h 460"/>
                                  <a:gd name="T4" fmla="*/ 156 w 1390"/>
                                  <a:gd name="T5" fmla="*/ 74 h 460"/>
                                  <a:gd name="T6" fmla="*/ 396 w 1390"/>
                                  <a:gd name="T7" fmla="*/ 136 h 460"/>
                                  <a:gd name="T8" fmla="*/ 658 w 1390"/>
                                  <a:gd name="T9" fmla="*/ 218 h 460"/>
                                  <a:gd name="T10" fmla="*/ 1222 w 1390"/>
                                  <a:gd name="T11" fmla="*/ 400 h 460"/>
                                  <a:gd name="T12" fmla="*/ 1390 w 1390"/>
                                  <a:gd name="T13" fmla="*/ 460 h 460"/>
                                  <a:gd name="T14" fmla="*/ 1145 w 1390"/>
                                  <a:gd name="T15" fmla="*/ 357 h 460"/>
                                  <a:gd name="T16" fmla="*/ 840 w 1390"/>
                                  <a:gd name="T17" fmla="*/ 249 h 460"/>
                                  <a:gd name="T18" fmla="*/ 514 w 1390"/>
                                  <a:gd name="T19" fmla="*/ 151 h 460"/>
                                  <a:gd name="T20" fmla="*/ 195 w 1390"/>
                                  <a:gd name="T21" fmla="*/ 60 h 460"/>
                                  <a:gd name="T22" fmla="*/ 0 w 1390"/>
                                  <a:gd name="T23" fmla="*/ 0 h 4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390" h="460">
                                    <a:moveTo>
                                      <a:pt x="0" y="0"/>
                                    </a:moveTo>
                                    <a:lnTo>
                                      <a:pt x="65" y="43"/>
                                    </a:lnTo>
                                    <a:lnTo>
                                      <a:pt x="156" y="74"/>
                                    </a:lnTo>
                                    <a:lnTo>
                                      <a:pt x="396" y="136"/>
                                    </a:lnTo>
                                    <a:lnTo>
                                      <a:pt x="658" y="218"/>
                                    </a:lnTo>
                                    <a:lnTo>
                                      <a:pt x="1222" y="400"/>
                                    </a:lnTo>
                                    <a:lnTo>
                                      <a:pt x="1390" y="460"/>
                                    </a:lnTo>
                                    <a:lnTo>
                                      <a:pt x="1145" y="357"/>
                                    </a:lnTo>
                                    <a:lnTo>
                                      <a:pt x="840" y="249"/>
                                    </a:lnTo>
                                    <a:lnTo>
                                      <a:pt x="514" y="151"/>
                                    </a:lnTo>
                                    <a:lnTo>
                                      <a:pt x="195" y="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035CFA" id="Freeform 469" o:spid="_x0000_s1026" style="position:absolute;margin-left:81.4pt;margin-top:47.75pt;width:69.5pt;height:23pt;z-index:251639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90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" path="m,l65,43r91,31l396,136r262,82l1222,400r168,60l1145,357,840,249,514,151,195,60,,xe" fillcolor="#333">
                      <v:path arrowok="t" o:connecttype="custom" o:connectlocs="0,0;41275,27305;99060,46990;251460,86360;417830,138430;775970,254000;882650,292100;727075,226695;533400,158115;326390,95885;123825,38100;0,0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0318" behindDoc="0" locked="0" layoutInCell="1" allowOverlap="1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555625</wp:posOffset>
                      </wp:positionV>
                      <wp:extent cx="352425" cy="254635"/>
                      <wp:effectExtent l="35560" t="5080" r="21590" b="35560"/>
                      <wp:wrapNone/>
                      <wp:docPr id="32" name="Freeform 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2425" cy="254635"/>
                              </a:xfrm>
                              <a:custGeom>
                                <a:avLst/>
                                <a:gdLst>
                                  <a:gd name="T0" fmla="*/ 0 w 555"/>
                                  <a:gd name="T1" fmla="*/ 17 h 401"/>
                                  <a:gd name="T2" fmla="*/ 51 w 555"/>
                                  <a:gd name="T3" fmla="*/ 0 h 401"/>
                                  <a:gd name="T4" fmla="*/ 104 w 555"/>
                                  <a:gd name="T5" fmla="*/ 0 h 401"/>
                                  <a:gd name="T6" fmla="*/ 202 w 555"/>
                                  <a:gd name="T7" fmla="*/ 34 h 401"/>
                                  <a:gd name="T8" fmla="*/ 279 w 555"/>
                                  <a:gd name="T9" fmla="*/ 82 h 401"/>
                                  <a:gd name="T10" fmla="*/ 401 w 555"/>
                                  <a:gd name="T11" fmla="*/ 173 h 401"/>
                                  <a:gd name="T12" fmla="*/ 531 w 555"/>
                                  <a:gd name="T13" fmla="*/ 322 h 401"/>
                                  <a:gd name="T14" fmla="*/ 555 w 555"/>
                                  <a:gd name="T15" fmla="*/ 401 h 401"/>
                                  <a:gd name="T16" fmla="*/ 449 w 555"/>
                                  <a:gd name="T17" fmla="*/ 257 h 401"/>
                                  <a:gd name="T18" fmla="*/ 315 w 555"/>
                                  <a:gd name="T19" fmla="*/ 137 h 401"/>
                                  <a:gd name="T20" fmla="*/ 166 w 555"/>
                                  <a:gd name="T21" fmla="*/ 46 h 401"/>
                                  <a:gd name="T22" fmla="*/ 63 w 555"/>
                                  <a:gd name="T23" fmla="*/ 17 h 401"/>
                                  <a:gd name="T24" fmla="*/ 0 w 555"/>
                                  <a:gd name="T25" fmla="*/ 17 h 4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55" h="401">
                                    <a:moveTo>
                                      <a:pt x="0" y="17"/>
                                    </a:moveTo>
                                    <a:lnTo>
                                      <a:pt x="51" y="0"/>
                                    </a:lnTo>
                                    <a:lnTo>
                                      <a:pt x="104" y="0"/>
                                    </a:lnTo>
                                    <a:lnTo>
                                      <a:pt x="202" y="34"/>
                                    </a:lnTo>
                                    <a:lnTo>
                                      <a:pt x="279" y="82"/>
                                    </a:lnTo>
                                    <a:lnTo>
                                      <a:pt x="401" y="173"/>
                                    </a:lnTo>
                                    <a:lnTo>
                                      <a:pt x="531" y="322"/>
                                    </a:lnTo>
                                    <a:lnTo>
                                      <a:pt x="555" y="401"/>
                                    </a:lnTo>
                                    <a:lnTo>
                                      <a:pt x="449" y="257"/>
                                    </a:lnTo>
                                    <a:lnTo>
                                      <a:pt x="315" y="137"/>
                                    </a:lnTo>
                                    <a:lnTo>
                                      <a:pt x="166" y="46"/>
                                    </a:lnTo>
                                    <a:lnTo>
                                      <a:pt x="63" y="17"/>
                                    </a:lnTo>
                                    <a:lnTo>
                                      <a:pt x="0" y="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FFCDB" id="Freeform 468" o:spid="_x0000_s1026" style="position:absolute;margin-left:40.6pt;margin-top:43.75pt;width:27.75pt;height:20.05pt;z-index:251640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5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" path="m,17l51,r53,l202,34r77,48l401,173,531,322r24,79l449,257,315,137,166,46,63,17,,17xe" fillcolor="#333">
                      <v:path arrowok="t" o:connecttype="custom" o:connectlocs="0,10795;32385,0;66040,0;128270,21590;177165,52070;254635,109855;337185,204470;352425,254635;285115,163195;200025,86995;105410,29210;40005,10795;0,10795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1343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208280</wp:posOffset>
                      </wp:positionV>
                      <wp:extent cx="594360" cy="422275"/>
                      <wp:effectExtent l="31115" t="48260" r="60325" b="15240"/>
                      <wp:wrapNone/>
                      <wp:docPr id="31" name="Freeform 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4360" cy="422275"/>
                              </a:xfrm>
                              <a:custGeom>
                                <a:avLst/>
                                <a:gdLst>
                                  <a:gd name="T0" fmla="*/ 0 w 936"/>
                                  <a:gd name="T1" fmla="*/ 0 h 665"/>
                                  <a:gd name="T2" fmla="*/ 39 w 936"/>
                                  <a:gd name="T3" fmla="*/ 125 h 665"/>
                                  <a:gd name="T4" fmla="*/ 79 w 936"/>
                                  <a:gd name="T5" fmla="*/ 192 h 665"/>
                                  <a:gd name="T6" fmla="*/ 123 w 936"/>
                                  <a:gd name="T7" fmla="*/ 259 h 665"/>
                                  <a:gd name="T8" fmla="*/ 235 w 936"/>
                                  <a:gd name="T9" fmla="*/ 375 h 665"/>
                                  <a:gd name="T10" fmla="*/ 444 w 936"/>
                                  <a:gd name="T11" fmla="*/ 511 h 665"/>
                                  <a:gd name="T12" fmla="*/ 603 w 936"/>
                                  <a:gd name="T13" fmla="*/ 586 h 665"/>
                                  <a:gd name="T14" fmla="*/ 790 w 936"/>
                                  <a:gd name="T15" fmla="*/ 648 h 665"/>
                                  <a:gd name="T16" fmla="*/ 936 w 936"/>
                                  <a:gd name="T17" fmla="*/ 665 h 665"/>
                                  <a:gd name="T18" fmla="*/ 696 w 936"/>
                                  <a:gd name="T19" fmla="*/ 588 h 665"/>
                                  <a:gd name="T20" fmla="*/ 449 w 936"/>
                                  <a:gd name="T21" fmla="*/ 480 h 665"/>
                                  <a:gd name="T22" fmla="*/ 279 w 936"/>
                                  <a:gd name="T23" fmla="*/ 367 h 665"/>
                                  <a:gd name="T24" fmla="*/ 111 w 936"/>
                                  <a:gd name="T25" fmla="*/ 199 h 665"/>
                                  <a:gd name="T26" fmla="*/ 0 w 936"/>
                                  <a:gd name="T27" fmla="*/ 0 h 6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936" h="665">
                                    <a:moveTo>
                                      <a:pt x="0" y="0"/>
                                    </a:moveTo>
                                    <a:lnTo>
                                      <a:pt x="39" y="125"/>
                                    </a:lnTo>
                                    <a:lnTo>
                                      <a:pt x="79" y="192"/>
                                    </a:lnTo>
                                    <a:lnTo>
                                      <a:pt x="123" y="259"/>
                                    </a:lnTo>
                                    <a:lnTo>
                                      <a:pt x="235" y="375"/>
                                    </a:lnTo>
                                    <a:lnTo>
                                      <a:pt x="444" y="511"/>
                                    </a:lnTo>
                                    <a:lnTo>
                                      <a:pt x="603" y="586"/>
                                    </a:lnTo>
                                    <a:lnTo>
                                      <a:pt x="790" y="648"/>
                                    </a:lnTo>
                                    <a:lnTo>
                                      <a:pt x="936" y="665"/>
                                    </a:lnTo>
                                    <a:lnTo>
                                      <a:pt x="696" y="588"/>
                                    </a:lnTo>
                                    <a:lnTo>
                                      <a:pt x="449" y="480"/>
                                    </a:lnTo>
                                    <a:lnTo>
                                      <a:pt x="279" y="367"/>
                                    </a:lnTo>
                                    <a:lnTo>
                                      <a:pt x="111" y="19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391AB" id="Freeform 467" o:spid="_x0000_s1026" style="position:absolute;margin-left:40.25pt;margin-top:16.4pt;width:46.8pt;height:33.25pt;z-index:251641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,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" path="m,l39,125r40,67l123,259,235,375,444,511r159,75l790,648r146,17l696,588,449,480,279,367,111,199,,xe" fillcolor="#333">
                      <v:path arrowok="t" o:connecttype="custom" o:connectlocs="0,0;24765,79375;50165,121920;78105,164465;149225,238125;281940,324485;382905,372110;501650,411480;594360,422275;441960,373380;285115,304800;177165,233045;70485,126365;0,0" o:connectangles="0,0,0,0,0,0,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3478530</wp:posOffset>
                      </wp:positionH>
                      <wp:positionV relativeFrom="paragraph">
                        <wp:posOffset>2242185</wp:posOffset>
                      </wp:positionV>
                      <wp:extent cx="306070" cy="152400"/>
                      <wp:effectExtent l="7620" t="5715" r="635" b="3810"/>
                      <wp:wrapNone/>
                      <wp:docPr id="30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353F91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9" o:spid="_x0000_s1027" type="#_x0000_t202" style="position:absolute;left:0;text-align:left;margin-left:273.9pt;margin-top:176.55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353F91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2859405</wp:posOffset>
                      </wp:positionH>
                      <wp:positionV relativeFrom="paragraph">
                        <wp:posOffset>2466975</wp:posOffset>
                      </wp:positionV>
                      <wp:extent cx="519430" cy="152400"/>
                      <wp:effectExtent l="7620" t="1905" r="6350" b="7620"/>
                      <wp:wrapNone/>
                      <wp:docPr id="29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943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53F91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B127/12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5" o:spid="_x0000_s1028" type="#_x0000_t202" style="position:absolute;left:0;text-align:left;margin-left:225.15pt;margin-top:194.25pt;width:40.9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53F91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B127/12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3356610</wp:posOffset>
                      </wp:positionH>
                      <wp:positionV relativeFrom="paragraph">
                        <wp:posOffset>2522220</wp:posOffset>
                      </wp:positionV>
                      <wp:extent cx="590550" cy="0"/>
                      <wp:effectExtent l="9525" t="9525" r="9525" b="9525"/>
                      <wp:wrapNone/>
                      <wp:docPr id="28" name="Lin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EED537" id="Line 457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3pt,198.6pt" to="310.8pt,19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3899535</wp:posOffset>
                      </wp:positionH>
                      <wp:positionV relativeFrom="paragraph">
                        <wp:posOffset>2407920</wp:posOffset>
                      </wp:positionV>
                      <wp:extent cx="81915" cy="220980"/>
                      <wp:effectExtent l="47625" t="9525" r="41910" b="7620"/>
                      <wp:wrapNone/>
                      <wp:docPr id="27" name="Freeform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1915" cy="220980"/>
                              </a:xfrm>
                              <a:custGeom>
                                <a:avLst/>
                                <a:gdLst>
                                  <a:gd name="T0" fmla="*/ 0 w 129"/>
                                  <a:gd name="T1" fmla="*/ 0 h 348"/>
                                  <a:gd name="T2" fmla="*/ 51 w 129"/>
                                  <a:gd name="T3" fmla="*/ 102 h 348"/>
                                  <a:gd name="T4" fmla="*/ 84 w 129"/>
                                  <a:gd name="T5" fmla="*/ 177 h 348"/>
                                  <a:gd name="T6" fmla="*/ 129 w 129"/>
                                  <a:gd name="T7" fmla="*/ 348 h 348"/>
                                  <a:gd name="T8" fmla="*/ 0 w 129"/>
                                  <a:gd name="T9" fmla="*/ 0 h 34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29" h="348">
                                    <a:moveTo>
                                      <a:pt x="0" y="0"/>
                                    </a:moveTo>
                                    <a:lnTo>
                                      <a:pt x="51" y="102"/>
                                    </a:lnTo>
                                    <a:lnTo>
                                      <a:pt x="84" y="177"/>
                                    </a:lnTo>
                                    <a:lnTo>
                                      <a:pt x="129" y="34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73D52" id="Freeform 466" o:spid="_x0000_s1026" style="position:absolute;margin-left:307.05pt;margin-top:189.6pt;width:6.45pt;height:17.4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9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" path="m,l51,102r33,75l129,348,,xe" fillcolor="#333">
                      <v:path arrowok="t" o:connecttype="custom" o:connectlocs="0,0;32385,64770;53340,112395;81915,220980;0,0" o:connectangles="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3796030</wp:posOffset>
                      </wp:positionH>
                      <wp:positionV relativeFrom="paragraph">
                        <wp:posOffset>3447415</wp:posOffset>
                      </wp:positionV>
                      <wp:extent cx="400050" cy="0"/>
                      <wp:effectExtent l="10795" t="10795" r="8255" b="8255"/>
                      <wp:wrapNone/>
                      <wp:docPr id="26" name="Line 4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886CD0" id="Line 460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9pt,271.45pt" to="330.4pt,2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3506470</wp:posOffset>
                      </wp:positionH>
                      <wp:positionV relativeFrom="paragraph">
                        <wp:posOffset>3382010</wp:posOffset>
                      </wp:positionV>
                      <wp:extent cx="306070" cy="152400"/>
                      <wp:effectExtent l="6985" t="2540" r="1270" b="6985"/>
                      <wp:wrapNone/>
                      <wp:docPr id="25" name="Text Box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53F91" w:rsidRPr="004E4B01" w:rsidRDefault="00353F91" w:rsidP="00353F9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9" o:spid="_x0000_s1029" type="#_x0000_t202" style="position:absolute;left:0;text-align:left;margin-left:276.1pt;margin-top:266.3pt;width:24.1pt;height:1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XDMoQIAAFQ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353F91" w:rsidRPr="004E4B01" w:rsidRDefault="00353F91" w:rsidP="00353F91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3910330</wp:posOffset>
                      </wp:positionH>
                      <wp:positionV relativeFrom="paragraph">
                        <wp:posOffset>3851910</wp:posOffset>
                      </wp:positionV>
                      <wp:extent cx="590550" cy="0"/>
                      <wp:effectExtent l="10795" t="5715" r="8255" b="13335"/>
                      <wp:wrapNone/>
                      <wp:docPr id="24" name="Line 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B73D2D" id="Line 462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9pt,303.3pt" to="354.4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3626485</wp:posOffset>
                      </wp:positionH>
                      <wp:positionV relativeFrom="paragraph">
                        <wp:posOffset>3796665</wp:posOffset>
                      </wp:positionV>
                      <wp:extent cx="306070" cy="152400"/>
                      <wp:effectExtent l="3175" t="7620" r="5080" b="1905"/>
                      <wp:wrapNone/>
                      <wp:docPr id="23" name="Text Box 4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53F91" w:rsidRPr="004E4B01" w:rsidRDefault="00353F91" w:rsidP="00353F9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M33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1" o:spid="_x0000_s1030" type="#_x0000_t202" style="position:absolute;left:0;text-align:left;margin-left:285.55pt;margin-top:298.95pt;width:24.1pt;height:1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mQeoQ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353F91" w:rsidRPr="004E4B01" w:rsidRDefault="00353F91" w:rsidP="00353F91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M33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2952750</wp:posOffset>
                      </wp:positionV>
                      <wp:extent cx="219075" cy="0"/>
                      <wp:effectExtent l="11430" t="11430" r="7620" b="7620"/>
                      <wp:wrapNone/>
                      <wp:docPr id="22" name="Lin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3E6C30" id="Line 456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7pt,232.5pt" to="364.95pt,2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YO3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"/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2880995</wp:posOffset>
                      </wp:positionV>
                      <wp:extent cx="306070" cy="152400"/>
                      <wp:effectExtent l="7620" t="6350" r="635" b="3175"/>
                      <wp:wrapNone/>
                      <wp:docPr id="21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53F91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4" o:spid="_x0000_s1031" type="#_x0000_t202" style="position:absolute;left:0;text-align:left;margin-left:365.4pt;margin-top:226.85pt;width:24.1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RRfoQ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53F91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584200</wp:posOffset>
                      </wp:positionV>
                      <wp:extent cx="306070" cy="152400"/>
                      <wp:effectExtent l="1905" t="5080" r="6350" b="4445"/>
                      <wp:wrapNone/>
                      <wp:docPr id="20" name="Text Box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6E3B" w:rsidRPr="004E4B01" w:rsidRDefault="00B01766" w:rsidP="00016E3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T103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4" o:spid="_x0000_s1032" type="#_x0000_t202" style="position:absolute;left:0;text-align:left;margin-left:-4.8pt;margin-top:46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16E3B" w:rsidRPr="004E4B01" w:rsidRDefault="00B01766" w:rsidP="00016E3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T103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3930650</wp:posOffset>
                      </wp:positionH>
                      <wp:positionV relativeFrom="paragraph">
                        <wp:posOffset>2015490</wp:posOffset>
                      </wp:positionV>
                      <wp:extent cx="306070" cy="152400"/>
                      <wp:effectExtent l="2540" t="7620" r="5715" b="1905"/>
                      <wp:wrapNone/>
                      <wp:docPr id="19" name="Text Box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353F91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B64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0" o:spid="_x0000_s1033" type="#_x0000_t202" style="position:absolute;left:0;text-align:left;margin-left:309.5pt;margin-top:158.7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353F91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B64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1494790</wp:posOffset>
                      </wp:positionV>
                      <wp:extent cx="306070" cy="152400"/>
                      <wp:effectExtent l="7620" t="1270" r="635" b="8255"/>
                      <wp:wrapNone/>
                      <wp:docPr id="18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53F91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34" type="#_x0000_t202" style="position:absolute;left:0;text-align:left;margin-left:266.4pt;margin-top:117.7pt;width:24.1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dWjoAIAAFM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53F91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3673475</wp:posOffset>
                      </wp:positionH>
                      <wp:positionV relativeFrom="paragraph">
                        <wp:posOffset>1748790</wp:posOffset>
                      </wp:positionV>
                      <wp:extent cx="306070" cy="152400"/>
                      <wp:effectExtent l="2540" t="7620" r="5715" b="1905"/>
                      <wp:wrapNone/>
                      <wp:docPr id="17" name="Text Box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353F91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B52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8" o:spid="_x0000_s1035" type="#_x0000_t202" style="position:absolute;left:0;text-align:left;margin-left:289.25pt;margin-top:137.7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u+7oQIAAFM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353F91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B52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3034665</wp:posOffset>
                      </wp:positionH>
                      <wp:positionV relativeFrom="paragraph">
                        <wp:posOffset>1241425</wp:posOffset>
                      </wp:positionV>
                      <wp:extent cx="306070" cy="152400"/>
                      <wp:effectExtent l="1905" t="5080" r="6350" b="4445"/>
                      <wp:wrapNone/>
                      <wp:docPr id="16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53F91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2" o:spid="_x0000_s1036" type="#_x0000_t202" style="position:absolute;left:0;text-align:left;margin-left:238.95pt;margin-top:97.75pt;width:24.1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53F91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1085850</wp:posOffset>
                      </wp:positionV>
                      <wp:extent cx="306070" cy="152400"/>
                      <wp:effectExtent l="6350" t="1905" r="1905" b="7620"/>
                      <wp:wrapNone/>
                      <wp:docPr id="15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647F" w:rsidRPr="004E4B01" w:rsidRDefault="00353F91" w:rsidP="00F8647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B71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37" type="#_x0000_t202" style="position:absolute;left:0;text-align:left;margin-left:212.3pt;margin-top:85.5pt;width:24.1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2j+oA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8647F" w:rsidRPr="004E4B01" w:rsidRDefault="00353F91" w:rsidP="00F8647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916940</wp:posOffset>
                      </wp:positionV>
                      <wp:extent cx="306070" cy="152400"/>
                      <wp:effectExtent l="7620" t="4445" r="635" b="5080"/>
                      <wp:wrapNone/>
                      <wp:docPr id="14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353F91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1" o:spid="_x0000_s1038" type="#_x0000_t202" style="position:absolute;left:0;text-align:left;margin-left:188.4pt;margin-top:72.2pt;width:24.1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353F91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782320</wp:posOffset>
                      </wp:positionV>
                      <wp:extent cx="306070" cy="152400"/>
                      <wp:effectExtent l="5715" t="3175" r="2540" b="6350"/>
                      <wp:wrapNone/>
                      <wp:docPr id="13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B0176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B106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39" type="#_x0000_t202" style="position:absolute;left:0;text-align:left;margin-left:159pt;margin-top:61.6pt;width:24.1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B0176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626110</wp:posOffset>
                      </wp:positionV>
                      <wp:extent cx="306070" cy="152400"/>
                      <wp:effectExtent l="5715" t="8890" r="2540" b="635"/>
                      <wp:wrapNone/>
                      <wp:docPr id="12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B0176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T79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8" o:spid="_x0000_s1040" type="#_x0000_t202" style="position:absolute;left:0;text-align:left;margin-left:125.25pt;margin-top:49.3pt;width:24.1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B0176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498475</wp:posOffset>
                      </wp:positionV>
                      <wp:extent cx="306070" cy="152400"/>
                      <wp:effectExtent l="7620" t="5080" r="635" b="4445"/>
                      <wp:wrapNone/>
                      <wp:docPr id="11" name="Text Box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B0176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T95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7" o:spid="_x0000_s1041" type="#_x0000_t202" style="position:absolute;left:0;text-align:left;margin-left:90.15pt;margin-top:39.25pt;width:24.1pt;height:1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B0176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320675</wp:posOffset>
                      </wp:positionV>
                      <wp:extent cx="306070" cy="152400"/>
                      <wp:effectExtent l="5715" t="8255" r="2540" b="1270"/>
                      <wp:wrapNone/>
                      <wp:docPr id="10" name="Text Box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B0176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6" o:spid="_x0000_s1042" type="#_x0000_t202" style="position:absolute;left:0;text-align:left;margin-left:57.75pt;margin-top:25.25pt;width:24.1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B0176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1338580</wp:posOffset>
                      </wp:positionV>
                      <wp:extent cx="477520" cy="152400"/>
                      <wp:effectExtent l="0" t="6985" r="8255" b="2540"/>
                      <wp:wrapNone/>
                      <wp:docPr id="9" name="Text Box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0C04" w:rsidRPr="004E4B01" w:rsidRDefault="00B01766" w:rsidP="004B0C0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Patent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3" o:spid="_x0000_s1043" type="#_x0000_t202" style="position:absolute;left:0;text-align:left;margin-left:141.3pt;margin-top:105.4pt;width:37.6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3bVoQ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4B0C04" w:rsidRPr="004E4B01" w:rsidRDefault="00B01766" w:rsidP="004B0C0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43180</wp:posOffset>
                      </wp:positionV>
                      <wp:extent cx="306070" cy="152400"/>
                      <wp:effectExtent l="0" t="6985" r="8255" b="2540"/>
                      <wp:wrapNone/>
                      <wp:docPr id="8" name="Text Box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820" w:rsidRPr="004E4B01" w:rsidRDefault="00B01766" w:rsidP="00F8023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T80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5" o:spid="_x0000_s1044" type="#_x0000_t202" style="position:absolute;left:0;text-align:left;margin-left:37.05pt;margin-top:3.4pt;width:24.1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21820" w:rsidRPr="004E4B01" w:rsidRDefault="00B01766" w:rsidP="00F8023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72033" w:rsidRPr="006015A1" w:rsidTr="006015A1"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72033" w:rsidRPr="006015A1" w:rsidRDefault="00353F91" w:rsidP="006015A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36195</wp:posOffset>
                      </wp:positionV>
                      <wp:extent cx="395605" cy="61595"/>
                      <wp:effectExtent l="6350" t="8890" r="7620" b="15240"/>
                      <wp:wrapNone/>
                      <wp:docPr id="7" name="Freeform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84F16" id="Freeform 89" o:spid="_x0000_s1026" style="position:absolute;margin-left:61.55pt;margin-top:2.85pt;width:31.15pt;height:4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777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72033" w:rsidRPr="006015A1" w:rsidRDefault="00353F91" w:rsidP="006015A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2481580</wp:posOffset>
                      </wp:positionH>
                      <wp:positionV relativeFrom="paragraph">
                        <wp:posOffset>30480</wp:posOffset>
                      </wp:positionV>
                      <wp:extent cx="395605" cy="61595"/>
                      <wp:effectExtent l="8255" t="12700" r="5715" b="11430"/>
                      <wp:wrapNone/>
                      <wp:docPr id="6" name="Freeform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DE78DF" id="Freeform 91" o:spid="_x0000_s1026" style="position:absolute;margin-left:195.4pt;margin-top:2.4pt;width:31.15pt;height:4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" path="m84,120c,106,185,36,185,36v,,72,-9,102,-12c317,21,344,,379,v35,,75,11,116,24c536,37,593,65,625,81v32,16,152,34,62,40l84,120xe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1701800</wp:posOffset>
                      </wp:positionH>
                      <wp:positionV relativeFrom="paragraph">
                        <wp:posOffset>30480</wp:posOffset>
                      </wp:positionV>
                      <wp:extent cx="395605" cy="61595"/>
                      <wp:effectExtent l="9525" t="12700" r="13970" b="11430"/>
                      <wp:wrapNone/>
                      <wp:docPr id="5" name="Freeform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8F2A6" id="Freeform 90" o:spid="_x0000_s1026" style="position:absolute;margin-left:134pt;margin-top:2.4pt;width:31.15pt;height:4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24130</wp:posOffset>
                      </wp:positionV>
                      <wp:extent cx="395605" cy="61595"/>
                      <wp:effectExtent l="12065" t="6350" r="11430" b="17780"/>
                      <wp:wrapNone/>
                      <wp:docPr id="4" name="Freeform 88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BDA9B7" id="Freeform 88" o:spid="_x0000_s1026" alt="Granite" style="position:absolute;margin-left:48.7pt;margin-top:1.9pt;width:31.15pt;height:4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CeJOXk3gAAAAcBAAAPAAAAZHJzL2Rv&#10;d25yZXYueG1sTI9BT8JAEIXvJvyHzZh4k21FbKndEiMxGjyBxPO2O7YN3dmmu0Dl1zOc9PYm7+W9&#10;b/LlaDtxxMG3jhTE0wgEUuVMS7WC3dfbfQrCB01Gd45QwS96WBaTm1xnxp1og8dtqAWXkM+0giaE&#10;PpPSVw1a7aeuR2Lvxw1WBz6HWppBn7jcdvIhip6k1S3xQqN7fG2w2m8PVoEbN5/16n1X+jhJQ/qx&#10;suv4/K3U3e348gwi4Bj+wnDFZ3QomKl0BzJedAoWySMnFcz4gas9XyQgShazOcgil//5iwsA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iPa0AvkEAABjDQAADgAAAAAAAAAAAAAAAAA8AgAAZHJz&#10;L2Uyb0RvYy54bWxQSwECLQAUAAYACAAAACEAWGCzG7oAAAAiAQAAGQAAAAAAAAAAAAAAAABhBwAA&#10;ZHJzL19yZWxzL2Uyb0RvYy54bWwucmVsc1BLAQItABQABgAIAAAAIQCeJOXk3gAAAAcBAAAPAAAA&#10;AAAAAAAAAAAAAFI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6015A1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3720465</wp:posOffset>
                      </wp:positionH>
                      <wp:positionV relativeFrom="paragraph">
                        <wp:posOffset>20955</wp:posOffset>
                      </wp:positionV>
                      <wp:extent cx="335280" cy="62865"/>
                      <wp:effectExtent l="18415" t="12700" r="27305" b="10160"/>
                      <wp:wrapNone/>
                      <wp:docPr id="3" name="Freeform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8ADD51" id="Freeform 92" o:spid="_x0000_s1026" style="position:absolute;margin-left:292.95pt;margin-top:1.65pt;width:26.4pt;height:4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572033" w:rsidRPr="006015A1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proofErr w:type="spellStart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Aortoiliac</w:t>
            </w:r>
            <w:proofErr w:type="spellEnd"/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 xml:space="preserve"> Segment: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353F91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No significant arterial disease seen. Normal calibre Aorta.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Common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353F91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Mild calcification with no significant stenosis seen.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Proximal Profunda Femoris: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353F91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 at origin.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Superficial Femoral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353F91" w:rsidP="00353F9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Patent. Diffuse calcification with no significant stenosis seen.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Popliteal Artery: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353F91" w:rsidP="00A84EA8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Patent. Mild atheroma in the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mid section</w:t>
            </w:r>
            <w:proofErr w:type="spellEnd"/>
            <w:r w:rsidR="0004393D">
              <w:rPr>
                <w:rFonts w:ascii="Arial" w:hAnsi="Arial"/>
                <w:bCs/>
                <w:sz w:val="18"/>
                <w:szCs w:val="18"/>
              </w:rPr>
              <w:t xml:space="preserve"> (&lt;50%)</w:t>
            </w:r>
            <w:r>
              <w:rPr>
                <w:rFonts w:ascii="Arial" w:hAnsi="Arial"/>
                <w:bCs/>
                <w:sz w:val="18"/>
                <w:szCs w:val="18"/>
              </w:rPr>
              <w:t>, with no significant stenosis seen.  Diffuse calcification throughout</w:t>
            </w:r>
            <w:r w:rsidR="00A84EA8">
              <w:rPr>
                <w:rFonts w:ascii="Arial" w:hAnsi="Arial"/>
                <w:bCs/>
                <w:sz w:val="18"/>
                <w:szCs w:val="18"/>
              </w:rPr>
              <w:t>.</w:t>
            </w:r>
          </w:p>
        </w:tc>
      </w:tr>
      <w:tr w:rsidR="00F8647F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8647F" w:rsidRPr="006015A1" w:rsidRDefault="00F8647F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 w:cs="Arial"/>
                <w:color w:val="808080"/>
                <w:sz w:val="18"/>
                <w:szCs w:val="18"/>
              </w:rPr>
              <w:t>Calf:</w:t>
            </w:r>
          </w:p>
        </w:tc>
        <w:tc>
          <w:tcPr>
            <w:tcW w:w="776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53F91" w:rsidRDefault="00353F91" w:rsidP="00353F9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Occluded proximal TPT, with retrograde flow seen distally. </w:t>
            </w:r>
          </w:p>
          <w:p w:rsidR="00F8647F" w:rsidRDefault="00353F91" w:rsidP="00353F9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 xml:space="preserve">2 vessel run off seen to cross the ankle. Occluded PTA. Damped monophasic seen flow at the Peroneal origin, with a 75-99% stenosis seen proximally.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Hyperaemic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flow seen in the distal ATA and peroneal artery. Dense calcification throughout.</w:t>
            </w:r>
          </w:p>
          <w:p w:rsidR="00353F91" w:rsidRPr="006015A1" w:rsidRDefault="00353F91" w:rsidP="00353F9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6015A1" w:rsidTr="006015A1">
        <w:trPr>
          <w:gridAfter w:val="1"/>
          <w:wAfter w:w="13" w:type="dxa"/>
        </w:trPr>
        <w:tc>
          <w:tcPr>
            <w:tcW w:w="1976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784424" w:rsidP="006015A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6015A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6015A1" w:rsidRDefault="00B01766" w:rsidP="006015A1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C56EDD" w:rsidRDefault="00353F9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2521585</wp:posOffset>
                </wp:positionV>
                <wp:extent cx="306070" cy="152400"/>
                <wp:effectExtent l="0" t="3175" r="8255" b="6350"/>
                <wp:wrapNone/>
                <wp:docPr id="2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152400"/>
                        </a:xfrm>
                        <a:prstGeom prst="rect">
                          <a:avLst/>
                        </a:prstGeom>
                        <a:solidFill>
                          <a:srgbClr val="3366FF">
                            <a:alpha val="2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3366F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E3B" w:rsidRPr="004E4B01" w:rsidRDefault="00B01766" w:rsidP="00016E3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T87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5" o:spid="_x0000_s1045" type="#_x0000_t202" style="position:absolute;margin-left:-13.2pt;margin-top:198.55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" fillcolor="#36f" stroked="f" strokecolor="#36f" strokeweight=".25pt">
                <v:fill opacity="13107f"/>
                <v:stroke dashstyle="1 1"/>
                <v:textbox inset=".5mm,.5mm,.5mm,.5mm">
                  <w:txbxContent>
                    <w:p w:rsidR="00016E3B" w:rsidRPr="004E4B01" w:rsidRDefault="00B01766" w:rsidP="00016E3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T87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94581" w:rsidRPr="00C56EDD" w:rsidSect="003F7FA3">
      <w:headerReference w:type="default" r:id="rId9"/>
      <w:foot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766" w:rsidRDefault="00B01766">
      <w:r>
        <w:separator/>
      </w:r>
    </w:p>
  </w:endnote>
  <w:endnote w:type="continuationSeparator" w:id="0">
    <w:p w:rsidR="00B01766" w:rsidRDefault="00B01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820" w:rsidRPr="00C77B66" w:rsidRDefault="00E21820" w:rsidP="00C77B66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766" w:rsidRDefault="00B01766">
      <w:r>
        <w:separator/>
      </w:r>
    </w:p>
  </w:footnote>
  <w:footnote w:type="continuationSeparator" w:id="0">
    <w:p w:rsidR="00B01766" w:rsidRDefault="00B01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A3" w:rsidRDefault="00353F9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4761230</wp:posOffset>
          </wp:positionH>
          <wp:positionV relativeFrom="paragraph">
            <wp:posOffset>-49530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66"/>
    <w:rsid w:val="00016E3B"/>
    <w:rsid w:val="000266FD"/>
    <w:rsid w:val="0003782A"/>
    <w:rsid w:val="00042601"/>
    <w:rsid w:val="0004393D"/>
    <w:rsid w:val="00082FF5"/>
    <w:rsid w:val="000A3239"/>
    <w:rsid w:val="000C0F48"/>
    <w:rsid w:val="000D25CF"/>
    <w:rsid w:val="00106CEB"/>
    <w:rsid w:val="00130125"/>
    <w:rsid w:val="00130D4E"/>
    <w:rsid w:val="001747DC"/>
    <w:rsid w:val="0019274F"/>
    <w:rsid w:val="00194910"/>
    <w:rsid w:val="001E5DCF"/>
    <w:rsid w:val="002027E7"/>
    <w:rsid w:val="00202BBA"/>
    <w:rsid w:val="0020510B"/>
    <w:rsid w:val="00216637"/>
    <w:rsid w:val="00224FA1"/>
    <w:rsid w:val="002523B4"/>
    <w:rsid w:val="00252DD3"/>
    <w:rsid w:val="00264648"/>
    <w:rsid w:val="00267D9C"/>
    <w:rsid w:val="00267E93"/>
    <w:rsid w:val="00274108"/>
    <w:rsid w:val="0028043E"/>
    <w:rsid w:val="002845F4"/>
    <w:rsid w:val="002C2267"/>
    <w:rsid w:val="002D5608"/>
    <w:rsid w:val="002E4B0D"/>
    <w:rsid w:val="002E67BE"/>
    <w:rsid w:val="002F29A9"/>
    <w:rsid w:val="00306B5A"/>
    <w:rsid w:val="003103F4"/>
    <w:rsid w:val="003112C6"/>
    <w:rsid w:val="00317A10"/>
    <w:rsid w:val="00324B94"/>
    <w:rsid w:val="00332965"/>
    <w:rsid w:val="00334A76"/>
    <w:rsid w:val="0034322A"/>
    <w:rsid w:val="00347E54"/>
    <w:rsid w:val="003512C1"/>
    <w:rsid w:val="00353F91"/>
    <w:rsid w:val="00391A9B"/>
    <w:rsid w:val="00392EB6"/>
    <w:rsid w:val="003A31C2"/>
    <w:rsid w:val="003B7DF9"/>
    <w:rsid w:val="003D2437"/>
    <w:rsid w:val="003F7FA3"/>
    <w:rsid w:val="00400424"/>
    <w:rsid w:val="004063ED"/>
    <w:rsid w:val="0041713E"/>
    <w:rsid w:val="0042230F"/>
    <w:rsid w:val="00431DE6"/>
    <w:rsid w:val="0043201F"/>
    <w:rsid w:val="004400FD"/>
    <w:rsid w:val="00443A11"/>
    <w:rsid w:val="00446D9E"/>
    <w:rsid w:val="004479C2"/>
    <w:rsid w:val="00464EE7"/>
    <w:rsid w:val="00475D18"/>
    <w:rsid w:val="004770A1"/>
    <w:rsid w:val="004932D3"/>
    <w:rsid w:val="004934E7"/>
    <w:rsid w:val="004B0786"/>
    <w:rsid w:val="004B0C04"/>
    <w:rsid w:val="004C374F"/>
    <w:rsid w:val="004C694B"/>
    <w:rsid w:val="004F3275"/>
    <w:rsid w:val="004F7760"/>
    <w:rsid w:val="005177B0"/>
    <w:rsid w:val="0052175F"/>
    <w:rsid w:val="00572033"/>
    <w:rsid w:val="005D3A41"/>
    <w:rsid w:val="005E2D54"/>
    <w:rsid w:val="005E5BC0"/>
    <w:rsid w:val="005F455E"/>
    <w:rsid w:val="006015A1"/>
    <w:rsid w:val="00630CF9"/>
    <w:rsid w:val="00633917"/>
    <w:rsid w:val="0064186A"/>
    <w:rsid w:val="0065477B"/>
    <w:rsid w:val="00663D4E"/>
    <w:rsid w:val="00684981"/>
    <w:rsid w:val="00687CAB"/>
    <w:rsid w:val="00694581"/>
    <w:rsid w:val="006A4D8E"/>
    <w:rsid w:val="006C02CB"/>
    <w:rsid w:val="006F1F8F"/>
    <w:rsid w:val="00701C34"/>
    <w:rsid w:val="00735D1B"/>
    <w:rsid w:val="0077506E"/>
    <w:rsid w:val="00781E01"/>
    <w:rsid w:val="00784424"/>
    <w:rsid w:val="007A0A8C"/>
    <w:rsid w:val="007A7B01"/>
    <w:rsid w:val="007B024A"/>
    <w:rsid w:val="007C096F"/>
    <w:rsid w:val="00834776"/>
    <w:rsid w:val="00845175"/>
    <w:rsid w:val="008527CA"/>
    <w:rsid w:val="008A16E0"/>
    <w:rsid w:val="008B5D7F"/>
    <w:rsid w:val="008C682C"/>
    <w:rsid w:val="008D27CF"/>
    <w:rsid w:val="008D344E"/>
    <w:rsid w:val="00901CDD"/>
    <w:rsid w:val="00907C23"/>
    <w:rsid w:val="00911F56"/>
    <w:rsid w:val="00922FD7"/>
    <w:rsid w:val="00937D9E"/>
    <w:rsid w:val="0094691B"/>
    <w:rsid w:val="009704D6"/>
    <w:rsid w:val="00981F73"/>
    <w:rsid w:val="00985862"/>
    <w:rsid w:val="009A34D2"/>
    <w:rsid w:val="009A5CA0"/>
    <w:rsid w:val="009C6954"/>
    <w:rsid w:val="009D2BAA"/>
    <w:rsid w:val="009E69C7"/>
    <w:rsid w:val="00A00D03"/>
    <w:rsid w:val="00A50BBC"/>
    <w:rsid w:val="00A5497F"/>
    <w:rsid w:val="00A5541F"/>
    <w:rsid w:val="00A7491A"/>
    <w:rsid w:val="00A84E3C"/>
    <w:rsid w:val="00A84EA8"/>
    <w:rsid w:val="00AA6449"/>
    <w:rsid w:val="00AA7A3D"/>
    <w:rsid w:val="00AA7DC6"/>
    <w:rsid w:val="00AC13F4"/>
    <w:rsid w:val="00AD1C52"/>
    <w:rsid w:val="00AE30A1"/>
    <w:rsid w:val="00AF27D7"/>
    <w:rsid w:val="00B01766"/>
    <w:rsid w:val="00B46ED4"/>
    <w:rsid w:val="00B67AFA"/>
    <w:rsid w:val="00B930C2"/>
    <w:rsid w:val="00BE0C6B"/>
    <w:rsid w:val="00BF200C"/>
    <w:rsid w:val="00C20259"/>
    <w:rsid w:val="00C37E2E"/>
    <w:rsid w:val="00C4581A"/>
    <w:rsid w:val="00C46C3E"/>
    <w:rsid w:val="00C47CD3"/>
    <w:rsid w:val="00C56EDD"/>
    <w:rsid w:val="00C732E4"/>
    <w:rsid w:val="00C77B66"/>
    <w:rsid w:val="00C9350C"/>
    <w:rsid w:val="00CA11B2"/>
    <w:rsid w:val="00CA3CC5"/>
    <w:rsid w:val="00CB33A4"/>
    <w:rsid w:val="00CC6657"/>
    <w:rsid w:val="00CD7188"/>
    <w:rsid w:val="00CF5D0F"/>
    <w:rsid w:val="00CF7A3E"/>
    <w:rsid w:val="00D06EBF"/>
    <w:rsid w:val="00D25847"/>
    <w:rsid w:val="00D34D9F"/>
    <w:rsid w:val="00D42CEC"/>
    <w:rsid w:val="00D605F8"/>
    <w:rsid w:val="00D70407"/>
    <w:rsid w:val="00D8557F"/>
    <w:rsid w:val="00D86908"/>
    <w:rsid w:val="00D924DE"/>
    <w:rsid w:val="00DB4A2B"/>
    <w:rsid w:val="00DD13FB"/>
    <w:rsid w:val="00DE7549"/>
    <w:rsid w:val="00DF3825"/>
    <w:rsid w:val="00E02575"/>
    <w:rsid w:val="00E02F9D"/>
    <w:rsid w:val="00E04DCA"/>
    <w:rsid w:val="00E071B6"/>
    <w:rsid w:val="00E21820"/>
    <w:rsid w:val="00E21EED"/>
    <w:rsid w:val="00E51BD6"/>
    <w:rsid w:val="00E62A18"/>
    <w:rsid w:val="00E70784"/>
    <w:rsid w:val="00E75EB3"/>
    <w:rsid w:val="00E80E3F"/>
    <w:rsid w:val="00E84E8C"/>
    <w:rsid w:val="00E96ADB"/>
    <w:rsid w:val="00EE3D4D"/>
    <w:rsid w:val="00EF7F68"/>
    <w:rsid w:val="00F03878"/>
    <w:rsid w:val="00F140F6"/>
    <w:rsid w:val="00F212E8"/>
    <w:rsid w:val="00F62C4D"/>
    <w:rsid w:val="00F8023E"/>
    <w:rsid w:val="00F8647F"/>
    <w:rsid w:val="00F90BE6"/>
    <w:rsid w:val="00FB5A9B"/>
    <w:rsid w:val="00FC2EFB"/>
    <w:rsid w:val="00FC3506"/>
    <w:rsid w:val="00FD5807"/>
    <w:rsid w:val="00FE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ddd,#eaeaea"/>
    </o:shapedefaults>
    <o:shapelayout v:ext="edit">
      <o:idmap v:ext="edit" data="1"/>
    </o:shapelayout>
  </w:shapeDefaults>
  <w:decimalSymbol w:val="."/>
  <w:listSeparator w:val=","/>
  <w14:docId w14:val="3515449F"/>
  <w15:chartTrackingRefBased/>
  <w15:docId w15:val="{BF54240F-128D-4860-9EFB-688F753D9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D924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924DE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LEFT%20SIDE\Arterial%20Lt%20LE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F3471-04D3-47E9-8BF3-28AD26BD9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Arterial Lt LEA</Template>
  <TotalTime>7</TotalTime>
  <Pages>1</Pages>
  <Words>152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Company>Peterborough City Hospital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>Patient Report</dc:subject>
  <dc:creator>James, Robert</dc:creator>
  <cp:keywords/>
  <cp:lastModifiedBy>James, Robert</cp:lastModifiedBy>
  <cp:revision>7</cp:revision>
  <cp:lastPrinted>2020-08-12T14:11:00Z</cp:lastPrinted>
  <dcterms:created xsi:type="dcterms:W3CDTF">2020-08-12T07:30:00Z</dcterms:created>
  <dcterms:modified xsi:type="dcterms:W3CDTF">2020-08-14T08:20:00Z</dcterms:modified>
  <cp:category>Patient Report</cp:category>
</cp:coreProperties>
</file>